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6FF5E" w14:textId="36719779" w:rsidR="007E0FE1" w:rsidRDefault="001C6356" w:rsidP="00EB48EF">
      <w:pPr>
        <w:pStyle w:val="Nadpis1"/>
      </w:pPr>
      <w:r>
        <w:t>Popis</w:t>
      </w:r>
      <w:r w:rsidR="00C81D4A">
        <w:t>k</w:t>
      </w:r>
      <w:r>
        <w:t>y fotografií k tiskové zprávě</w:t>
      </w:r>
    </w:p>
    <w:p w14:paraId="094DD975" w14:textId="4C5DD762" w:rsidR="00CA646D" w:rsidRDefault="00CA646D" w:rsidP="00EA7BB9">
      <w:pPr>
        <w:pBdr>
          <w:bottom w:val="single" w:sz="4" w:space="1" w:color="auto"/>
        </w:pBdr>
        <w:jc w:val="both"/>
        <w:rPr>
          <w:b/>
        </w:rPr>
      </w:pPr>
    </w:p>
    <w:p w14:paraId="31176C41" w14:textId="6456E35A" w:rsidR="002C573D" w:rsidRDefault="004C7CBD" w:rsidP="006F0ABB">
      <w:pPr>
        <w:jc w:val="both"/>
      </w:pPr>
      <w:r>
        <w:t>Foto</w:t>
      </w:r>
      <w:r w:rsidR="001C6356">
        <w:t xml:space="preserve"> 1</w:t>
      </w:r>
      <w:r>
        <w:t xml:space="preserve">: </w:t>
      </w:r>
      <w:r w:rsidR="00B907F4" w:rsidRPr="00B907F4">
        <w:t xml:space="preserve">Samičky gorily nížinné </w:t>
      </w:r>
      <w:proofErr w:type="spellStart"/>
      <w:r w:rsidR="00B907F4" w:rsidRPr="00B907F4">
        <w:t>Mobi</w:t>
      </w:r>
      <w:proofErr w:type="spellEnd"/>
      <w:r w:rsidR="00B907F4" w:rsidRPr="00B907F4">
        <w:t xml:space="preserve"> a </w:t>
      </w:r>
      <w:proofErr w:type="spellStart"/>
      <w:r w:rsidR="00B907F4" w:rsidRPr="00B907F4">
        <w:t>Gaia</w:t>
      </w:r>
      <w:proofErr w:type="spellEnd"/>
      <w:r w:rsidR="00B907F4" w:rsidRPr="00B907F4">
        <w:t xml:space="preserve"> se svými matkami. Foto Petr Hamerník</w:t>
      </w:r>
      <w:r w:rsidR="00C81D4A">
        <w:t>, Zoo Praha</w:t>
      </w:r>
    </w:p>
    <w:p w14:paraId="1793B024" w14:textId="02797D92" w:rsidR="00B907F4" w:rsidRDefault="00B907F4" w:rsidP="006F0ABB">
      <w:pPr>
        <w:jc w:val="both"/>
      </w:pPr>
      <w:r>
        <w:t xml:space="preserve">Foto 2: </w:t>
      </w:r>
      <w:proofErr w:type="spellStart"/>
      <w:r w:rsidRPr="00B907F4">
        <w:t>Connie</w:t>
      </w:r>
      <w:proofErr w:type="spellEnd"/>
      <w:r w:rsidRPr="00B907F4">
        <w:t xml:space="preserve"> se veze na ocase své matky Tang. Foto Miroslav Bobek</w:t>
      </w:r>
      <w:r w:rsidR="00C81D4A">
        <w:t>, Zoo Praha</w:t>
      </w:r>
    </w:p>
    <w:p w14:paraId="0F8ED0D4" w14:textId="012BF46F" w:rsidR="00B907F4" w:rsidRDefault="00B907F4" w:rsidP="006F0ABB">
      <w:pPr>
        <w:jc w:val="both"/>
      </w:pPr>
      <w:r>
        <w:t xml:space="preserve">Foto 3: </w:t>
      </w:r>
      <w:r w:rsidRPr="00B907F4">
        <w:t xml:space="preserve">Samička </w:t>
      </w:r>
      <w:proofErr w:type="spellStart"/>
      <w:r w:rsidRPr="00B907F4">
        <w:t>Mersey</w:t>
      </w:r>
      <w:proofErr w:type="spellEnd"/>
      <w:r w:rsidRPr="00B907F4">
        <w:t xml:space="preserve"> nedlouho předtím, než začala opouštět matčin vak. Foto Miroslav Bobek</w:t>
      </w:r>
      <w:r w:rsidR="00C81D4A">
        <w:t>, Zoo Praha</w:t>
      </w:r>
    </w:p>
    <w:p w14:paraId="7A47CE26" w14:textId="713CA0EA" w:rsidR="00B907F4" w:rsidRDefault="00B907F4" w:rsidP="006F0ABB">
      <w:pPr>
        <w:jc w:val="both"/>
      </w:pPr>
      <w:r>
        <w:t>Foto 4:</w:t>
      </w:r>
      <w:r w:rsidRPr="00B907F4">
        <w:t xml:space="preserve"> Z otevření nové expozice Gobi. Foto Oliver </w:t>
      </w:r>
      <w:proofErr w:type="spellStart"/>
      <w:r w:rsidRPr="00B907F4">
        <w:t>Le</w:t>
      </w:r>
      <w:proofErr w:type="spellEnd"/>
      <w:r w:rsidRPr="00B907F4">
        <w:t xml:space="preserve"> </w:t>
      </w:r>
      <w:proofErr w:type="spellStart"/>
      <w:r w:rsidRPr="00B907F4">
        <w:t>Que</w:t>
      </w:r>
      <w:proofErr w:type="spellEnd"/>
      <w:r w:rsidR="00C81D4A">
        <w:t>, Zoo Praha</w:t>
      </w:r>
    </w:p>
    <w:p w14:paraId="5464DDF0" w14:textId="00742671" w:rsidR="00B907F4" w:rsidRDefault="00B907F4" w:rsidP="006F0ABB">
      <w:pPr>
        <w:jc w:val="both"/>
      </w:pPr>
      <w:r>
        <w:t xml:space="preserve">Foto 5: </w:t>
      </w:r>
      <w:r w:rsidRPr="00B907F4">
        <w:t xml:space="preserve">Samice </w:t>
      </w:r>
      <w:proofErr w:type="spellStart"/>
      <w:r w:rsidRPr="00B907F4">
        <w:t>fosy</w:t>
      </w:r>
      <w:proofErr w:type="spellEnd"/>
      <w:r w:rsidRPr="00B907F4">
        <w:t xml:space="preserve"> ve venkovním výběhu. Foto Miroslav Bobek</w:t>
      </w:r>
      <w:r w:rsidR="00C81D4A">
        <w:t>, Zoo Praha</w:t>
      </w:r>
    </w:p>
    <w:p w14:paraId="39846173" w14:textId="274F2E79" w:rsidR="00B907F4" w:rsidRDefault="00B907F4" w:rsidP="006F0ABB">
      <w:pPr>
        <w:jc w:val="both"/>
      </w:pPr>
      <w:r>
        <w:t xml:space="preserve">Foto 6: </w:t>
      </w:r>
      <w:r w:rsidRPr="00B907F4">
        <w:t xml:space="preserve">Jane </w:t>
      </w:r>
      <w:proofErr w:type="spellStart"/>
      <w:r w:rsidRPr="00B907F4">
        <w:t>Goodall</w:t>
      </w:r>
      <w:proofErr w:type="spellEnd"/>
      <w:r w:rsidRPr="00B907F4">
        <w:t xml:space="preserve"> v Indonéské džungli s ředitelem Zoo Praha Miroslavem Bobkem. Foto Oliver </w:t>
      </w:r>
      <w:proofErr w:type="spellStart"/>
      <w:r w:rsidRPr="00B907F4">
        <w:t>Le</w:t>
      </w:r>
      <w:proofErr w:type="spellEnd"/>
      <w:r w:rsidRPr="00B907F4">
        <w:t xml:space="preserve"> </w:t>
      </w:r>
      <w:proofErr w:type="spellStart"/>
      <w:r w:rsidRPr="00B907F4">
        <w:t>Que</w:t>
      </w:r>
      <w:proofErr w:type="spellEnd"/>
      <w:r w:rsidR="00C81D4A">
        <w:t>, Zoo Praha</w:t>
      </w:r>
    </w:p>
    <w:p w14:paraId="62B4D440" w14:textId="25F0EC55" w:rsidR="00B907F4" w:rsidRDefault="00B907F4" w:rsidP="006F0ABB">
      <w:pPr>
        <w:jc w:val="both"/>
      </w:pPr>
      <w:r>
        <w:t xml:space="preserve">Foto 7: </w:t>
      </w:r>
      <w:r w:rsidRPr="00B907F4">
        <w:t xml:space="preserve">Vypouštění koní Převalského do aklimatizační ohrady v Alibi. Foto Anna </w:t>
      </w:r>
      <w:proofErr w:type="spellStart"/>
      <w:r w:rsidRPr="00B907F4">
        <w:t>Bernátková</w:t>
      </w:r>
      <w:proofErr w:type="spellEnd"/>
      <w:r w:rsidR="00C81D4A">
        <w:t>, Zoo Praha</w:t>
      </w:r>
    </w:p>
    <w:p w14:paraId="6F3AFDAA" w14:textId="43C2EFC4" w:rsidR="00B907F4" w:rsidRDefault="00B907F4" w:rsidP="006F0ABB">
      <w:pPr>
        <w:jc w:val="both"/>
      </w:pPr>
      <w:r>
        <w:t xml:space="preserve">Foto 8: </w:t>
      </w:r>
      <w:r w:rsidRPr="00B907F4">
        <w:t xml:space="preserve">Transport velbloudů divokých do </w:t>
      </w:r>
      <w:proofErr w:type="spellStart"/>
      <w:r w:rsidRPr="00B907F4">
        <w:t>Toli</w:t>
      </w:r>
      <w:proofErr w:type="spellEnd"/>
      <w:r w:rsidRPr="00B907F4">
        <w:t xml:space="preserve"> </w:t>
      </w:r>
      <w:proofErr w:type="spellStart"/>
      <w:r w:rsidRPr="00B907F4">
        <w:t>bulag</w:t>
      </w:r>
      <w:proofErr w:type="spellEnd"/>
      <w:r w:rsidRPr="00B907F4">
        <w:t>. Foto David Broda</w:t>
      </w:r>
      <w:r w:rsidR="00C81D4A">
        <w:t>, Zoo Praha</w:t>
      </w:r>
    </w:p>
    <w:p w14:paraId="35477B65" w14:textId="4F7D72EE" w:rsidR="00B907F4" w:rsidRDefault="00B907F4" w:rsidP="006F0ABB">
      <w:pPr>
        <w:jc w:val="both"/>
      </w:pPr>
      <w:r>
        <w:t xml:space="preserve">Foto 9: </w:t>
      </w:r>
      <w:r w:rsidRPr="00B907F4">
        <w:t>Lední medvědi si v horkém počasí užívají záplavu kostek ledu. Foto Miroslav Bobek</w:t>
      </w:r>
      <w:r w:rsidR="00C81D4A">
        <w:t>, Zoo Praha</w:t>
      </w:r>
    </w:p>
    <w:p w14:paraId="3704FF45" w14:textId="3057C51E" w:rsidR="00B907F4" w:rsidRPr="002C7EAF" w:rsidRDefault="00B907F4" w:rsidP="006F0ABB">
      <w:pPr>
        <w:jc w:val="both"/>
      </w:pPr>
      <w:r>
        <w:t xml:space="preserve">Foto 10: </w:t>
      </w:r>
      <w:r w:rsidRPr="00B907F4">
        <w:t>Mobilní aplikace Zoo Praha je doposud hodnocena 4,9 z 5. Foto archiv Zoo Praha</w:t>
      </w:r>
      <w:bookmarkStart w:id="0" w:name="_GoBack"/>
      <w:bookmarkEnd w:id="0"/>
    </w:p>
    <w:p w14:paraId="02902443" w14:textId="69535D24" w:rsidR="00AA1860" w:rsidRPr="006E4877" w:rsidRDefault="00AA1860" w:rsidP="006F0ABB">
      <w:pPr>
        <w:jc w:val="both"/>
      </w:pPr>
    </w:p>
    <w:sectPr w:rsidR="00AA1860" w:rsidRPr="006E4877" w:rsidSect="0084682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495" w:right="2495" w:bottom="1985" w:left="1361" w:header="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8BB16" w14:textId="77777777" w:rsidR="004B06CF" w:rsidRDefault="004B06CF" w:rsidP="00587D54">
      <w:pPr>
        <w:spacing w:after="0" w:line="240" w:lineRule="auto"/>
      </w:pPr>
      <w:r>
        <w:separator/>
      </w:r>
    </w:p>
  </w:endnote>
  <w:endnote w:type="continuationSeparator" w:id="0">
    <w:p w14:paraId="02C916BA" w14:textId="77777777" w:rsidR="004B06CF" w:rsidRDefault="004B06CF" w:rsidP="0058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ewsGot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.SFUI-Regula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FB851" w14:textId="672D94F8" w:rsidR="00E92025" w:rsidRDefault="00E92025" w:rsidP="0087364A">
    <w:pPr>
      <w:pStyle w:val="Zpat"/>
      <w:tabs>
        <w:tab w:val="clear" w:pos="9072"/>
      </w:tabs>
      <w:ind w:right="-170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7A8E">
      <w:rPr>
        <w:noProof/>
      </w:rPr>
      <w:t>2</w:t>
    </w:r>
    <w:r>
      <w:rPr>
        <w:noProof/>
      </w:rPr>
      <w:fldChar w:fldCharType="end"/>
    </w:r>
  </w:p>
  <w:p w14:paraId="5F2EDA35" w14:textId="77777777" w:rsidR="00E92025" w:rsidRDefault="00E920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82D8" w14:textId="37C80C81" w:rsidR="00E92025" w:rsidRDefault="0007168A">
    <w:pPr>
      <w:pStyle w:val="Zpat"/>
    </w:pPr>
    <w:r>
      <w:rPr>
        <w:noProof/>
        <w:lang w:eastAsia="cs-CZ"/>
      </w:rPr>
      <w:drawing>
        <wp:anchor distT="0" distB="0" distL="114300" distR="114300" simplePos="0" relativeHeight="251664384" behindDoc="1" locked="1" layoutInCell="1" allowOverlap="1" wp14:anchorId="1094834A" wp14:editId="68D4EE27">
          <wp:simplePos x="0" y="0"/>
          <wp:positionH relativeFrom="page">
            <wp:posOffset>-60960</wp:posOffset>
          </wp:positionH>
          <wp:positionV relativeFrom="page">
            <wp:posOffset>9701530</wp:posOffset>
          </wp:positionV>
          <wp:extent cx="7610475" cy="1120775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1120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0078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5EF6C35" wp14:editId="34D40886">
              <wp:simplePos x="0" y="0"/>
              <wp:positionH relativeFrom="column">
                <wp:posOffset>5249545</wp:posOffset>
              </wp:positionH>
              <wp:positionV relativeFrom="paragraph">
                <wp:posOffset>-3157855</wp:posOffset>
              </wp:positionV>
              <wp:extent cx="1438275" cy="2400300"/>
              <wp:effectExtent l="0" t="3175" r="0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8275" cy="2400300"/>
                        <a:chOff x="9611" y="10955"/>
                        <a:chExt cx="2265" cy="3780"/>
                      </a:xfrm>
                    </wpg:grpSpPr>
                    <pic:pic xmlns:pic="http://schemas.openxmlformats.org/drawingml/2006/picture">
                      <pic:nvPicPr>
                        <pic:cNvPr id="2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5299"/>
                        <a:stretch>
                          <a:fillRect/>
                        </a:stretch>
                      </pic:blipFill>
                      <pic:spPr bwMode="auto">
                        <a:xfrm>
                          <a:off x="9611" y="10955"/>
                          <a:ext cx="2265" cy="21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69" y="13385"/>
                          <a:ext cx="682" cy="13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group w14:anchorId="04DEF5F7" id="Group 2" o:spid="_x0000_s1026" style="position:absolute;margin-left:413.35pt;margin-top:-248.65pt;width:113.25pt;height:189pt;z-index:-251654144" coordorigin="9611,10955" coordsize="2265,3780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left:9611;top:10955;width:2265;height:2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+3mPCAAAA2gAAAA8AAABkcnMvZG93bnJldi54bWxEj0+LwjAUxO8LfofwhL2tqQqrVqOosKLe&#10;/IfXZ/Nsq81LaaJ2v70RBI/DzPyGGU1qU4g7VS63rKDdikAQJ1bnnCrY7/5++iCcR9ZYWCYF/+Rg&#10;Mm58jTDW9sEbum99KgKEXYwKMu/LWEqXZGTQtWxJHLyzrQz6IKtU6gofAW4K2YmiX2kw57CQYUnz&#10;jJLr9mYURPVxcJyd9Kq3PCXnxaXdXc8PXaW+m/V0CMJT7T/hd3upFXTgdSXcADl+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Pt5jwgAAANoAAAAPAAAAAAAAAAAAAAAAAJ8C&#10;AABkcnMvZG93bnJldi54bWxQSwUGAAAAAAQABAD3AAAAjgMAAAAA&#10;">
                <v:imagedata r:id="rId4" o:title="" cropbottom="29687f"/>
              </v:shape>
              <v:shape id="Picture 4" o:spid="_x0000_s1028" type="#_x0000_t75" style="position:absolute;left:10469;top:13385;width:682;height:1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BHwrCAAAA2gAAAA8AAABkcnMvZG93bnJldi54bWxEj0GLwjAUhO8L/ofwhL2IpirIWo0iirLC&#10;XrR78Phonk2xeSlNrN1/vxEEj8PMfMMs152tREuNLx0rGI8SEMS50yUXCn6z/fALhA/IGivHpOCP&#10;PKxXvY8lpto9+ETtORQiQtinqMCEUKdS+tyQRT9yNXH0rq6xGKJsCqkbfES4reQkSWbSYslxwWBN&#10;W0P57Xy3Cmo9KH92Pssu85M57trqMJhND0p99rvNAkSgLrzDr/a3VjCF55V4A+Tq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AR8KwgAAANoAAAAPAAAAAAAAAAAAAAAAAJ8C&#10;AABkcnMvZG93bnJldi54bWxQSwUGAAAAAAQABAD3AAAAjgMAAAAA&#10;">
                <v:imagedata r:id="rId5" o:title="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89479" w14:textId="77777777" w:rsidR="004B06CF" w:rsidRDefault="004B06CF" w:rsidP="00587D54">
      <w:pPr>
        <w:spacing w:after="0" w:line="240" w:lineRule="auto"/>
      </w:pPr>
      <w:r>
        <w:separator/>
      </w:r>
    </w:p>
  </w:footnote>
  <w:footnote w:type="continuationSeparator" w:id="0">
    <w:p w14:paraId="67A3F370" w14:textId="77777777" w:rsidR="004B06CF" w:rsidRDefault="004B06CF" w:rsidP="00587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ED37B" w14:textId="2826471E" w:rsidR="00E92025" w:rsidRDefault="00E9202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1" locked="1" layoutInCell="1" allowOverlap="1" wp14:anchorId="0E7032F5" wp14:editId="34F09B9E">
          <wp:simplePos x="0" y="0"/>
          <wp:positionH relativeFrom="page">
            <wp:posOffset>6127115</wp:posOffset>
          </wp:positionH>
          <wp:positionV relativeFrom="page">
            <wp:align>top</wp:align>
          </wp:positionV>
          <wp:extent cx="1436370" cy="1626870"/>
          <wp:effectExtent l="0" t="0" r="0" b="0"/>
          <wp:wrapNone/>
          <wp:docPr id="21" name="Obrázek 21" descr="pikto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pikto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370" cy="162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EC05A" w14:textId="77777777" w:rsidR="00D4320E" w:rsidRDefault="00D4320E" w:rsidP="00421DFF">
    <w:pPr>
      <w:pStyle w:val="Bezmezer"/>
    </w:pPr>
  </w:p>
  <w:p w14:paraId="0D564D92" w14:textId="791DBB9F" w:rsidR="00E92025" w:rsidRPr="00DC304C" w:rsidRDefault="001C6356" w:rsidP="00C81D4A">
    <w:pPr>
      <w:pStyle w:val="Nadpis1"/>
    </w:pPr>
    <w:r>
      <w:t>Popis</w:t>
    </w:r>
    <w:r w:rsidR="00C81D4A">
      <w:t>k</w:t>
    </w:r>
    <w:r>
      <w:t>y fotografií</w:t>
    </w:r>
  </w:p>
  <w:p w14:paraId="3C5AA615" w14:textId="6B1DFB90" w:rsidR="00E92025" w:rsidRDefault="00E92025" w:rsidP="00421DF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192" behindDoc="1" locked="1" layoutInCell="1" allowOverlap="1" wp14:anchorId="4D3FC84B" wp14:editId="37ECE979">
          <wp:simplePos x="0" y="0"/>
          <wp:positionH relativeFrom="page">
            <wp:posOffset>6297295</wp:posOffset>
          </wp:positionH>
          <wp:positionV relativeFrom="page">
            <wp:align>top</wp:align>
          </wp:positionV>
          <wp:extent cx="1256030" cy="1613535"/>
          <wp:effectExtent l="0" t="0" r="0" b="5715"/>
          <wp:wrapNone/>
          <wp:docPr id="23" name="Obrázek 23" descr="letterhead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etterhead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1613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6356">
      <w:t>31</w:t>
    </w:r>
    <w:r w:rsidR="00BE2518">
      <w:t xml:space="preserve">. </w:t>
    </w:r>
    <w:r w:rsidR="00F52BB4">
      <w:t>12</w:t>
    </w:r>
    <w:r w:rsidR="00BE2518">
      <w:t>.</w:t>
    </w:r>
    <w:r>
      <w:t xml:space="preserve"> 202</w:t>
    </w:r>
    <w:r w:rsidR="00F65C8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6745"/>
    <w:multiLevelType w:val="hybridMultilevel"/>
    <w:tmpl w:val="8B34B994"/>
    <w:lvl w:ilvl="0" w:tplc="8E48F6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F2F19"/>
    <w:multiLevelType w:val="multilevel"/>
    <w:tmpl w:val="0BA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A246B0"/>
    <w:multiLevelType w:val="hybridMultilevel"/>
    <w:tmpl w:val="46209F04"/>
    <w:lvl w:ilvl="0" w:tplc="040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291B3DA6"/>
    <w:multiLevelType w:val="multilevel"/>
    <w:tmpl w:val="9F60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584164"/>
    <w:multiLevelType w:val="hybridMultilevel"/>
    <w:tmpl w:val="980C7A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B01F3"/>
    <w:multiLevelType w:val="hybridMultilevel"/>
    <w:tmpl w:val="39643B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A6A71"/>
    <w:multiLevelType w:val="hybridMultilevel"/>
    <w:tmpl w:val="8E246E2A"/>
    <w:lvl w:ilvl="0" w:tplc="0FB4C442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F32BE"/>
    <w:multiLevelType w:val="multilevel"/>
    <w:tmpl w:val="B8E0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7D6536"/>
    <w:multiLevelType w:val="hybridMultilevel"/>
    <w:tmpl w:val="18F4D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76457531"/>
    <w:multiLevelType w:val="multilevel"/>
    <w:tmpl w:val="4BC8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D445E6"/>
    <w:multiLevelType w:val="hybridMultilevel"/>
    <w:tmpl w:val="9956F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FF"/>
    <w:rsid w:val="00000012"/>
    <w:rsid w:val="000014EC"/>
    <w:rsid w:val="00002910"/>
    <w:rsid w:val="00004975"/>
    <w:rsid w:val="000055E5"/>
    <w:rsid w:val="00005A59"/>
    <w:rsid w:val="00005C40"/>
    <w:rsid w:val="0000650B"/>
    <w:rsid w:val="00007661"/>
    <w:rsid w:val="000078EA"/>
    <w:rsid w:val="00007BAB"/>
    <w:rsid w:val="00007E99"/>
    <w:rsid w:val="00011176"/>
    <w:rsid w:val="00012066"/>
    <w:rsid w:val="00012666"/>
    <w:rsid w:val="000127AC"/>
    <w:rsid w:val="000133D5"/>
    <w:rsid w:val="0001440F"/>
    <w:rsid w:val="00015F8B"/>
    <w:rsid w:val="000166B4"/>
    <w:rsid w:val="0002021E"/>
    <w:rsid w:val="00020E23"/>
    <w:rsid w:val="000238D9"/>
    <w:rsid w:val="00023A73"/>
    <w:rsid w:val="00023F70"/>
    <w:rsid w:val="00024023"/>
    <w:rsid w:val="000259C1"/>
    <w:rsid w:val="000271DF"/>
    <w:rsid w:val="000301F5"/>
    <w:rsid w:val="000305FB"/>
    <w:rsid w:val="0003061F"/>
    <w:rsid w:val="00030D96"/>
    <w:rsid w:val="00030F52"/>
    <w:rsid w:val="0003316E"/>
    <w:rsid w:val="00034421"/>
    <w:rsid w:val="000349D2"/>
    <w:rsid w:val="00034BFF"/>
    <w:rsid w:val="0003543F"/>
    <w:rsid w:val="00035E72"/>
    <w:rsid w:val="00041D7E"/>
    <w:rsid w:val="00042A11"/>
    <w:rsid w:val="00044123"/>
    <w:rsid w:val="00045052"/>
    <w:rsid w:val="0004510B"/>
    <w:rsid w:val="000456B6"/>
    <w:rsid w:val="00045CD3"/>
    <w:rsid w:val="000466A9"/>
    <w:rsid w:val="000472AA"/>
    <w:rsid w:val="00047F84"/>
    <w:rsid w:val="000516BB"/>
    <w:rsid w:val="00051AD0"/>
    <w:rsid w:val="000523F4"/>
    <w:rsid w:val="00052548"/>
    <w:rsid w:val="000526FA"/>
    <w:rsid w:val="00052A8B"/>
    <w:rsid w:val="00053352"/>
    <w:rsid w:val="00056F65"/>
    <w:rsid w:val="00057190"/>
    <w:rsid w:val="00057275"/>
    <w:rsid w:val="000603D2"/>
    <w:rsid w:val="00061B1E"/>
    <w:rsid w:val="000622FE"/>
    <w:rsid w:val="00062442"/>
    <w:rsid w:val="0006268E"/>
    <w:rsid w:val="000632CA"/>
    <w:rsid w:val="000635EB"/>
    <w:rsid w:val="00064453"/>
    <w:rsid w:val="00064519"/>
    <w:rsid w:val="000651B8"/>
    <w:rsid w:val="00066507"/>
    <w:rsid w:val="00066B42"/>
    <w:rsid w:val="000671F3"/>
    <w:rsid w:val="000679CE"/>
    <w:rsid w:val="0007110C"/>
    <w:rsid w:val="000712D1"/>
    <w:rsid w:val="0007168A"/>
    <w:rsid w:val="000719D7"/>
    <w:rsid w:val="00071D3F"/>
    <w:rsid w:val="00072979"/>
    <w:rsid w:val="00073164"/>
    <w:rsid w:val="00075186"/>
    <w:rsid w:val="0007520A"/>
    <w:rsid w:val="00075C6B"/>
    <w:rsid w:val="00076671"/>
    <w:rsid w:val="0007677A"/>
    <w:rsid w:val="00076C83"/>
    <w:rsid w:val="00077DD0"/>
    <w:rsid w:val="000832AD"/>
    <w:rsid w:val="000838F3"/>
    <w:rsid w:val="0008534D"/>
    <w:rsid w:val="000859AB"/>
    <w:rsid w:val="00085FCD"/>
    <w:rsid w:val="00086310"/>
    <w:rsid w:val="00087A79"/>
    <w:rsid w:val="00092BCD"/>
    <w:rsid w:val="00093BCC"/>
    <w:rsid w:val="00094CC1"/>
    <w:rsid w:val="00095FD9"/>
    <w:rsid w:val="00097F72"/>
    <w:rsid w:val="000A002D"/>
    <w:rsid w:val="000A1164"/>
    <w:rsid w:val="000A1210"/>
    <w:rsid w:val="000A13AD"/>
    <w:rsid w:val="000A14A8"/>
    <w:rsid w:val="000A1BA7"/>
    <w:rsid w:val="000A2871"/>
    <w:rsid w:val="000A38B0"/>
    <w:rsid w:val="000A4B61"/>
    <w:rsid w:val="000A5965"/>
    <w:rsid w:val="000B0D29"/>
    <w:rsid w:val="000B1623"/>
    <w:rsid w:val="000B1826"/>
    <w:rsid w:val="000B25B8"/>
    <w:rsid w:val="000B39AA"/>
    <w:rsid w:val="000B4B4C"/>
    <w:rsid w:val="000B602A"/>
    <w:rsid w:val="000C04E9"/>
    <w:rsid w:val="000C126C"/>
    <w:rsid w:val="000C161E"/>
    <w:rsid w:val="000C1CB6"/>
    <w:rsid w:val="000C1F0F"/>
    <w:rsid w:val="000C2FF4"/>
    <w:rsid w:val="000C4EF9"/>
    <w:rsid w:val="000C4F20"/>
    <w:rsid w:val="000C5596"/>
    <w:rsid w:val="000C6249"/>
    <w:rsid w:val="000C7124"/>
    <w:rsid w:val="000D0F0D"/>
    <w:rsid w:val="000D15CE"/>
    <w:rsid w:val="000D2CC3"/>
    <w:rsid w:val="000D3D2C"/>
    <w:rsid w:val="000D413A"/>
    <w:rsid w:val="000D478E"/>
    <w:rsid w:val="000D590C"/>
    <w:rsid w:val="000D629C"/>
    <w:rsid w:val="000D6634"/>
    <w:rsid w:val="000D7469"/>
    <w:rsid w:val="000E020B"/>
    <w:rsid w:val="000E068E"/>
    <w:rsid w:val="000E141C"/>
    <w:rsid w:val="000E1BF2"/>
    <w:rsid w:val="000E2712"/>
    <w:rsid w:val="000E2732"/>
    <w:rsid w:val="000E3084"/>
    <w:rsid w:val="000E4ED4"/>
    <w:rsid w:val="000E5120"/>
    <w:rsid w:val="000E55D2"/>
    <w:rsid w:val="000E610A"/>
    <w:rsid w:val="000E6325"/>
    <w:rsid w:val="000E658B"/>
    <w:rsid w:val="000E67A7"/>
    <w:rsid w:val="000E7CD9"/>
    <w:rsid w:val="000E7E50"/>
    <w:rsid w:val="000F2846"/>
    <w:rsid w:val="000F28D1"/>
    <w:rsid w:val="000F3D63"/>
    <w:rsid w:val="000F50FA"/>
    <w:rsid w:val="000F5455"/>
    <w:rsid w:val="000F6E35"/>
    <w:rsid w:val="0010065F"/>
    <w:rsid w:val="00100665"/>
    <w:rsid w:val="001016AA"/>
    <w:rsid w:val="001020B4"/>
    <w:rsid w:val="0010273B"/>
    <w:rsid w:val="001030BB"/>
    <w:rsid w:val="001038D4"/>
    <w:rsid w:val="00104A16"/>
    <w:rsid w:val="00104A73"/>
    <w:rsid w:val="00105343"/>
    <w:rsid w:val="00106267"/>
    <w:rsid w:val="001064D5"/>
    <w:rsid w:val="001106DD"/>
    <w:rsid w:val="0011095A"/>
    <w:rsid w:val="00110A24"/>
    <w:rsid w:val="0011123B"/>
    <w:rsid w:val="0011384C"/>
    <w:rsid w:val="00114351"/>
    <w:rsid w:val="0011459F"/>
    <w:rsid w:val="001149BA"/>
    <w:rsid w:val="00115E5A"/>
    <w:rsid w:val="001202A3"/>
    <w:rsid w:val="00121C85"/>
    <w:rsid w:val="001227D4"/>
    <w:rsid w:val="001231C4"/>
    <w:rsid w:val="00123647"/>
    <w:rsid w:val="00124FD2"/>
    <w:rsid w:val="00125322"/>
    <w:rsid w:val="00126A96"/>
    <w:rsid w:val="001270CB"/>
    <w:rsid w:val="00127474"/>
    <w:rsid w:val="00127A4F"/>
    <w:rsid w:val="00127BF6"/>
    <w:rsid w:val="001320D6"/>
    <w:rsid w:val="0013223E"/>
    <w:rsid w:val="0013278B"/>
    <w:rsid w:val="001329B5"/>
    <w:rsid w:val="00132D3F"/>
    <w:rsid w:val="00132EF4"/>
    <w:rsid w:val="00133DBF"/>
    <w:rsid w:val="0013498A"/>
    <w:rsid w:val="001349B1"/>
    <w:rsid w:val="00134B2A"/>
    <w:rsid w:val="00135844"/>
    <w:rsid w:val="001363DF"/>
    <w:rsid w:val="00136A0B"/>
    <w:rsid w:val="00140265"/>
    <w:rsid w:val="0014046B"/>
    <w:rsid w:val="001406CF"/>
    <w:rsid w:val="00140F14"/>
    <w:rsid w:val="001424DE"/>
    <w:rsid w:val="00142A25"/>
    <w:rsid w:val="00144C91"/>
    <w:rsid w:val="00145177"/>
    <w:rsid w:val="00145847"/>
    <w:rsid w:val="00145B7F"/>
    <w:rsid w:val="001463F2"/>
    <w:rsid w:val="00146A03"/>
    <w:rsid w:val="00146E4F"/>
    <w:rsid w:val="001511C1"/>
    <w:rsid w:val="00151C0E"/>
    <w:rsid w:val="00152C45"/>
    <w:rsid w:val="001546A8"/>
    <w:rsid w:val="00155108"/>
    <w:rsid w:val="00155157"/>
    <w:rsid w:val="00156AD8"/>
    <w:rsid w:val="00157072"/>
    <w:rsid w:val="00160080"/>
    <w:rsid w:val="00161651"/>
    <w:rsid w:val="00163F6F"/>
    <w:rsid w:val="001640E7"/>
    <w:rsid w:val="0016433D"/>
    <w:rsid w:val="0016577E"/>
    <w:rsid w:val="00165EC2"/>
    <w:rsid w:val="00170CB4"/>
    <w:rsid w:val="00171FA5"/>
    <w:rsid w:val="0017270B"/>
    <w:rsid w:val="00172C29"/>
    <w:rsid w:val="001736CC"/>
    <w:rsid w:val="00173CD3"/>
    <w:rsid w:val="00174E2F"/>
    <w:rsid w:val="0017523E"/>
    <w:rsid w:val="00176585"/>
    <w:rsid w:val="0017669B"/>
    <w:rsid w:val="001769E4"/>
    <w:rsid w:val="00176D8B"/>
    <w:rsid w:val="00177457"/>
    <w:rsid w:val="001806BD"/>
    <w:rsid w:val="001817C0"/>
    <w:rsid w:val="0018206E"/>
    <w:rsid w:val="001860E2"/>
    <w:rsid w:val="001912EC"/>
    <w:rsid w:val="00192087"/>
    <w:rsid w:val="00192461"/>
    <w:rsid w:val="001934E9"/>
    <w:rsid w:val="00194998"/>
    <w:rsid w:val="001953E3"/>
    <w:rsid w:val="0019753B"/>
    <w:rsid w:val="001A0461"/>
    <w:rsid w:val="001A05C3"/>
    <w:rsid w:val="001A0E66"/>
    <w:rsid w:val="001A1016"/>
    <w:rsid w:val="001A1911"/>
    <w:rsid w:val="001A1CC5"/>
    <w:rsid w:val="001A2894"/>
    <w:rsid w:val="001A3CEC"/>
    <w:rsid w:val="001A3EF0"/>
    <w:rsid w:val="001A3FAF"/>
    <w:rsid w:val="001A518C"/>
    <w:rsid w:val="001A59B6"/>
    <w:rsid w:val="001A5CE8"/>
    <w:rsid w:val="001A67CE"/>
    <w:rsid w:val="001A682F"/>
    <w:rsid w:val="001A7FA8"/>
    <w:rsid w:val="001B1DE5"/>
    <w:rsid w:val="001B441F"/>
    <w:rsid w:val="001B558F"/>
    <w:rsid w:val="001B5745"/>
    <w:rsid w:val="001B79F3"/>
    <w:rsid w:val="001C0C08"/>
    <w:rsid w:val="001C0E33"/>
    <w:rsid w:val="001C0F78"/>
    <w:rsid w:val="001C25FA"/>
    <w:rsid w:val="001C28B0"/>
    <w:rsid w:val="001C2C89"/>
    <w:rsid w:val="001C2FD7"/>
    <w:rsid w:val="001C3B05"/>
    <w:rsid w:val="001C4467"/>
    <w:rsid w:val="001C460E"/>
    <w:rsid w:val="001C5D63"/>
    <w:rsid w:val="001C6356"/>
    <w:rsid w:val="001C660B"/>
    <w:rsid w:val="001C6674"/>
    <w:rsid w:val="001C67B5"/>
    <w:rsid w:val="001C702B"/>
    <w:rsid w:val="001C7B76"/>
    <w:rsid w:val="001D0475"/>
    <w:rsid w:val="001D0511"/>
    <w:rsid w:val="001D0BDB"/>
    <w:rsid w:val="001D301F"/>
    <w:rsid w:val="001D3DAE"/>
    <w:rsid w:val="001D3E19"/>
    <w:rsid w:val="001D4965"/>
    <w:rsid w:val="001D75FE"/>
    <w:rsid w:val="001D7820"/>
    <w:rsid w:val="001E0178"/>
    <w:rsid w:val="001E03F4"/>
    <w:rsid w:val="001E0E9A"/>
    <w:rsid w:val="001E1FC8"/>
    <w:rsid w:val="001E2DA0"/>
    <w:rsid w:val="001E2E7D"/>
    <w:rsid w:val="001E57D7"/>
    <w:rsid w:val="001E7A52"/>
    <w:rsid w:val="001F02D6"/>
    <w:rsid w:val="001F054D"/>
    <w:rsid w:val="001F0F9D"/>
    <w:rsid w:val="001F1AE1"/>
    <w:rsid w:val="001F30BE"/>
    <w:rsid w:val="001F3107"/>
    <w:rsid w:val="001F3571"/>
    <w:rsid w:val="001F3680"/>
    <w:rsid w:val="001F3F7D"/>
    <w:rsid w:val="001F57C0"/>
    <w:rsid w:val="001F74FD"/>
    <w:rsid w:val="002019C5"/>
    <w:rsid w:val="00202945"/>
    <w:rsid w:val="00203203"/>
    <w:rsid w:val="002032BF"/>
    <w:rsid w:val="00204BB6"/>
    <w:rsid w:val="00204FD6"/>
    <w:rsid w:val="00205678"/>
    <w:rsid w:val="00210407"/>
    <w:rsid w:val="00210538"/>
    <w:rsid w:val="00210821"/>
    <w:rsid w:val="00212118"/>
    <w:rsid w:val="002143E5"/>
    <w:rsid w:val="002153EA"/>
    <w:rsid w:val="00215869"/>
    <w:rsid w:val="002158C8"/>
    <w:rsid w:val="00215C0A"/>
    <w:rsid w:val="002207BA"/>
    <w:rsid w:val="00220BDD"/>
    <w:rsid w:val="00222A59"/>
    <w:rsid w:val="00223159"/>
    <w:rsid w:val="00223B26"/>
    <w:rsid w:val="00225C40"/>
    <w:rsid w:val="00226237"/>
    <w:rsid w:val="00227CD8"/>
    <w:rsid w:val="00230DB1"/>
    <w:rsid w:val="00231441"/>
    <w:rsid w:val="00231D42"/>
    <w:rsid w:val="00233BE4"/>
    <w:rsid w:val="00233EF8"/>
    <w:rsid w:val="002345B7"/>
    <w:rsid w:val="00234790"/>
    <w:rsid w:val="00234BC3"/>
    <w:rsid w:val="00235670"/>
    <w:rsid w:val="00235CA4"/>
    <w:rsid w:val="002363D1"/>
    <w:rsid w:val="00240312"/>
    <w:rsid w:val="0024043F"/>
    <w:rsid w:val="00245BAC"/>
    <w:rsid w:val="00246A69"/>
    <w:rsid w:val="00246B0C"/>
    <w:rsid w:val="00246C0D"/>
    <w:rsid w:val="00247282"/>
    <w:rsid w:val="00247735"/>
    <w:rsid w:val="00250CF7"/>
    <w:rsid w:val="00251CD6"/>
    <w:rsid w:val="002523D4"/>
    <w:rsid w:val="002523FA"/>
    <w:rsid w:val="002525C4"/>
    <w:rsid w:val="00253AA3"/>
    <w:rsid w:val="00253EDB"/>
    <w:rsid w:val="00254D8C"/>
    <w:rsid w:val="00254E42"/>
    <w:rsid w:val="00255467"/>
    <w:rsid w:val="00256ED9"/>
    <w:rsid w:val="00262214"/>
    <w:rsid w:val="002632C0"/>
    <w:rsid w:val="00263DD7"/>
    <w:rsid w:val="00264096"/>
    <w:rsid w:val="002653C0"/>
    <w:rsid w:val="002661A3"/>
    <w:rsid w:val="0026701D"/>
    <w:rsid w:val="0027043D"/>
    <w:rsid w:val="00270DBF"/>
    <w:rsid w:val="002713A3"/>
    <w:rsid w:val="002737EC"/>
    <w:rsid w:val="002748E8"/>
    <w:rsid w:val="00275A04"/>
    <w:rsid w:val="00275CA4"/>
    <w:rsid w:val="00276546"/>
    <w:rsid w:val="0027655A"/>
    <w:rsid w:val="002767F6"/>
    <w:rsid w:val="002778F1"/>
    <w:rsid w:val="0028077D"/>
    <w:rsid w:val="00281E27"/>
    <w:rsid w:val="00282222"/>
    <w:rsid w:val="002823E3"/>
    <w:rsid w:val="00283C3C"/>
    <w:rsid w:val="002840A9"/>
    <w:rsid w:val="0028766F"/>
    <w:rsid w:val="00290078"/>
    <w:rsid w:val="00291314"/>
    <w:rsid w:val="00293593"/>
    <w:rsid w:val="00295DF8"/>
    <w:rsid w:val="002963C8"/>
    <w:rsid w:val="002968F2"/>
    <w:rsid w:val="00296D03"/>
    <w:rsid w:val="00297045"/>
    <w:rsid w:val="00297DB1"/>
    <w:rsid w:val="00297DD8"/>
    <w:rsid w:val="002A0FA6"/>
    <w:rsid w:val="002A3422"/>
    <w:rsid w:val="002A552A"/>
    <w:rsid w:val="002A7320"/>
    <w:rsid w:val="002A785B"/>
    <w:rsid w:val="002B138F"/>
    <w:rsid w:val="002B2179"/>
    <w:rsid w:val="002B50E1"/>
    <w:rsid w:val="002B5639"/>
    <w:rsid w:val="002B68C1"/>
    <w:rsid w:val="002C016A"/>
    <w:rsid w:val="002C1258"/>
    <w:rsid w:val="002C287C"/>
    <w:rsid w:val="002C2DD7"/>
    <w:rsid w:val="002C30B9"/>
    <w:rsid w:val="002C3EBB"/>
    <w:rsid w:val="002C5336"/>
    <w:rsid w:val="002C5354"/>
    <w:rsid w:val="002C55EF"/>
    <w:rsid w:val="002C573D"/>
    <w:rsid w:val="002C585B"/>
    <w:rsid w:val="002C5C3D"/>
    <w:rsid w:val="002C67D1"/>
    <w:rsid w:val="002C6E76"/>
    <w:rsid w:val="002C7190"/>
    <w:rsid w:val="002C7EAF"/>
    <w:rsid w:val="002D3EB3"/>
    <w:rsid w:val="002D4CB1"/>
    <w:rsid w:val="002D53CA"/>
    <w:rsid w:val="002D5CDB"/>
    <w:rsid w:val="002D6343"/>
    <w:rsid w:val="002E21E0"/>
    <w:rsid w:val="002E232D"/>
    <w:rsid w:val="002E2B94"/>
    <w:rsid w:val="002E31B5"/>
    <w:rsid w:val="002E3E6A"/>
    <w:rsid w:val="002E4020"/>
    <w:rsid w:val="002E49F9"/>
    <w:rsid w:val="002E5363"/>
    <w:rsid w:val="002E721D"/>
    <w:rsid w:val="002F058C"/>
    <w:rsid w:val="002F2E5B"/>
    <w:rsid w:val="002F307E"/>
    <w:rsid w:val="002F4B60"/>
    <w:rsid w:val="002F4DE5"/>
    <w:rsid w:val="002F5889"/>
    <w:rsid w:val="002F5902"/>
    <w:rsid w:val="002F5A38"/>
    <w:rsid w:val="002F7CDE"/>
    <w:rsid w:val="0030138B"/>
    <w:rsid w:val="00302177"/>
    <w:rsid w:val="003021BA"/>
    <w:rsid w:val="0030377C"/>
    <w:rsid w:val="00304AB0"/>
    <w:rsid w:val="003104AF"/>
    <w:rsid w:val="00310DCA"/>
    <w:rsid w:val="00311850"/>
    <w:rsid w:val="00311A51"/>
    <w:rsid w:val="00313811"/>
    <w:rsid w:val="00313E20"/>
    <w:rsid w:val="00313E58"/>
    <w:rsid w:val="00315499"/>
    <w:rsid w:val="00315D69"/>
    <w:rsid w:val="00316C94"/>
    <w:rsid w:val="0031726C"/>
    <w:rsid w:val="00317CAC"/>
    <w:rsid w:val="00320830"/>
    <w:rsid w:val="00320957"/>
    <w:rsid w:val="00320CA5"/>
    <w:rsid w:val="003229E5"/>
    <w:rsid w:val="00322F5E"/>
    <w:rsid w:val="003234E4"/>
    <w:rsid w:val="0032366B"/>
    <w:rsid w:val="0032397A"/>
    <w:rsid w:val="0032414D"/>
    <w:rsid w:val="00324243"/>
    <w:rsid w:val="00325C15"/>
    <w:rsid w:val="00326682"/>
    <w:rsid w:val="00327AD3"/>
    <w:rsid w:val="00331009"/>
    <w:rsid w:val="00331583"/>
    <w:rsid w:val="00332ADE"/>
    <w:rsid w:val="00332FC5"/>
    <w:rsid w:val="003331AE"/>
    <w:rsid w:val="00333E3C"/>
    <w:rsid w:val="0033405B"/>
    <w:rsid w:val="003344DB"/>
    <w:rsid w:val="0033466A"/>
    <w:rsid w:val="00335103"/>
    <w:rsid w:val="00337887"/>
    <w:rsid w:val="00337C50"/>
    <w:rsid w:val="00337C55"/>
    <w:rsid w:val="00340769"/>
    <w:rsid w:val="00340B31"/>
    <w:rsid w:val="00341538"/>
    <w:rsid w:val="003419EF"/>
    <w:rsid w:val="00342D80"/>
    <w:rsid w:val="00343982"/>
    <w:rsid w:val="00344441"/>
    <w:rsid w:val="00351F3E"/>
    <w:rsid w:val="00352974"/>
    <w:rsid w:val="003530AC"/>
    <w:rsid w:val="003546DD"/>
    <w:rsid w:val="00355923"/>
    <w:rsid w:val="00355F09"/>
    <w:rsid w:val="00356144"/>
    <w:rsid w:val="0036135D"/>
    <w:rsid w:val="00361572"/>
    <w:rsid w:val="003624E1"/>
    <w:rsid w:val="00364839"/>
    <w:rsid w:val="003654F5"/>
    <w:rsid w:val="00365520"/>
    <w:rsid w:val="00365FF4"/>
    <w:rsid w:val="003664F3"/>
    <w:rsid w:val="00366798"/>
    <w:rsid w:val="003675A3"/>
    <w:rsid w:val="003677AF"/>
    <w:rsid w:val="00370BEC"/>
    <w:rsid w:val="0037201B"/>
    <w:rsid w:val="00373C44"/>
    <w:rsid w:val="00374902"/>
    <w:rsid w:val="00375017"/>
    <w:rsid w:val="00375E0B"/>
    <w:rsid w:val="00375F9B"/>
    <w:rsid w:val="00377999"/>
    <w:rsid w:val="00377F19"/>
    <w:rsid w:val="003807FB"/>
    <w:rsid w:val="00380992"/>
    <w:rsid w:val="00382494"/>
    <w:rsid w:val="003843A5"/>
    <w:rsid w:val="003844B4"/>
    <w:rsid w:val="00384A78"/>
    <w:rsid w:val="003854DA"/>
    <w:rsid w:val="00386065"/>
    <w:rsid w:val="0038717A"/>
    <w:rsid w:val="00387F9A"/>
    <w:rsid w:val="00390858"/>
    <w:rsid w:val="00390F4E"/>
    <w:rsid w:val="0039336C"/>
    <w:rsid w:val="003948A5"/>
    <w:rsid w:val="003953D6"/>
    <w:rsid w:val="0039547A"/>
    <w:rsid w:val="00396342"/>
    <w:rsid w:val="00396527"/>
    <w:rsid w:val="003A1F52"/>
    <w:rsid w:val="003A1FEA"/>
    <w:rsid w:val="003A2B9A"/>
    <w:rsid w:val="003A3764"/>
    <w:rsid w:val="003A4196"/>
    <w:rsid w:val="003A43AF"/>
    <w:rsid w:val="003A45E6"/>
    <w:rsid w:val="003A4E31"/>
    <w:rsid w:val="003A57E8"/>
    <w:rsid w:val="003B062E"/>
    <w:rsid w:val="003B17B8"/>
    <w:rsid w:val="003B2CAC"/>
    <w:rsid w:val="003B345F"/>
    <w:rsid w:val="003B4958"/>
    <w:rsid w:val="003B4BE2"/>
    <w:rsid w:val="003B596B"/>
    <w:rsid w:val="003B5B5A"/>
    <w:rsid w:val="003B66AE"/>
    <w:rsid w:val="003B7038"/>
    <w:rsid w:val="003B7D2B"/>
    <w:rsid w:val="003C0158"/>
    <w:rsid w:val="003C015B"/>
    <w:rsid w:val="003C040D"/>
    <w:rsid w:val="003C0E77"/>
    <w:rsid w:val="003C1497"/>
    <w:rsid w:val="003C1848"/>
    <w:rsid w:val="003C1D89"/>
    <w:rsid w:val="003C280B"/>
    <w:rsid w:val="003C3BEB"/>
    <w:rsid w:val="003C3D4D"/>
    <w:rsid w:val="003C5080"/>
    <w:rsid w:val="003C6DBC"/>
    <w:rsid w:val="003C7215"/>
    <w:rsid w:val="003D241C"/>
    <w:rsid w:val="003D2F05"/>
    <w:rsid w:val="003D5952"/>
    <w:rsid w:val="003D7167"/>
    <w:rsid w:val="003D7863"/>
    <w:rsid w:val="003D7913"/>
    <w:rsid w:val="003E06D6"/>
    <w:rsid w:val="003E0C5F"/>
    <w:rsid w:val="003E2982"/>
    <w:rsid w:val="003E2BBC"/>
    <w:rsid w:val="003E36F9"/>
    <w:rsid w:val="003E39B6"/>
    <w:rsid w:val="003E42A8"/>
    <w:rsid w:val="003E6267"/>
    <w:rsid w:val="003E6AAD"/>
    <w:rsid w:val="003E6DBA"/>
    <w:rsid w:val="003E74CA"/>
    <w:rsid w:val="003F06D9"/>
    <w:rsid w:val="003F0A48"/>
    <w:rsid w:val="003F0ECC"/>
    <w:rsid w:val="003F19BF"/>
    <w:rsid w:val="003F3A77"/>
    <w:rsid w:val="003F3CC4"/>
    <w:rsid w:val="003F42B3"/>
    <w:rsid w:val="003F5C62"/>
    <w:rsid w:val="003F6487"/>
    <w:rsid w:val="003F69C5"/>
    <w:rsid w:val="003F6BAA"/>
    <w:rsid w:val="003F78BF"/>
    <w:rsid w:val="003F7FAD"/>
    <w:rsid w:val="00400715"/>
    <w:rsid w:val="00401B03"/>
    <w:rsid w:val="004044D6"/>
    <w:rsid w:val="00404F17"/>
    <w:rsid w:val="00406004"/>
    <w:rsid w:val="004060D9"/>
    <w:rsid w:val="0040638B"/>
    <w:rsid w:val="00406F56"/>
    <w:rsid w:val="004114BF"/>
    <w:rsid w:val="004118C5"/>
    <w:rsid w:val="00412261"/>
    <w:rsid w:val="00413A4E"/>
    <w:rsid w:val="00413E62"/>
    <w:rsid w:val="00414194"/>
    <w:rsid w:val="0041502F"/>
    <w:rsid w:val="00416BF6"/>
    <w:rsid w:val="00417283"/>
    <w:rsid w:val="00417DBD"/>
    <w:rsid w:val="00421823"/>
    <w:rsid w:val="00421DFF"/>
    <w:rsid w:val="00423E1F"/>
    <w:rsid w:val="00424409"/>
    <w:rsid w:val="00424D9A"/>
    <w:rsid w:val="00426B26"/>
    <w:rsid w:val="0043023A"/>
    <w:rsid w:val="00430912"/>
    <w:rsid w:val="00430ADF"/>
    <w:rsid w:val="00430C0C"/>
    <w:rsid w:val="00431660"/>
    <w:rsid w:val="00432DD2"/>
    <w:rsid w:val="00432EDF"/>
    <w:rsid w:val="00433ECB"/>
    <w:rsid w:val="004349C4"/>
    <w:rsid w:val="00440230"/>
    <w:rsid w:val="004406F4"/>
    <w:rsid w:val="00440888"/>
    <w:rsid w:val="0044314B"/>
    <w:rsid w:val="0044325C"/>
    <w:rsid w:val="0044380E"/>
    <w:rsid w:val="00444B73"/>
    <w:rsid w:val="00444CD8"/>
    <w:rsid w:val="00446EBD"/>
    <w:rsid w:val="004502F0"/>
    <w:rsid w:val="004507A5"/>
    <w:rsid w:val="00450A1A"/>
    <w:rsid w:val="00452B07"/>
    <w:rsid w:val="00453C0B"/>
    <w:rsid w:val="00454818"/>
    <w:rsid w:val="004549F3"/>
    <w:rsid w:val="0045652E"/>
    <w:rsid w:val="00456BD8"/>
    <w:rsid w:val="00456D6C"/>
    <w:rsid w:val="00456FAB"/>
    <w:rsid w:val="00457F41"/>
    <w:rsid w:val="00461076"/>
    <w:rsid w:val="0046152D"/>
    <w:rsid w:val="004617AB"/>
    <w:rsid w:val="004619B8"/>
    <w:rsid w:val="004639F6"/>
    <w:rsid w:val="00463BE7"/>
    <w:rsid w:val="00464F4C"/>
    <w:rsid w:val="00465C8A"/>
    <w:rsid w:val="00466354"/>
    <w:rsid w:val="00466562"/>
    <w:rsid w:val="00467117"/>
    <w:rsid w:val="00467268"/>
    <w:rsid w:val="0047112E"/>
    <w:rsid w:val="00472226"/>
    <w:rsid w:val="004724F7"/>
    <w:rsid w:val="0047533A"/>
    <w:rsid w:val="00475B08"/>
    <w:rsid w:val="004773DC"/>
    <w:rsid w:val="004777A2"/>
    <w:rsid w:val="004813CE"/>
    <w:rsid w:val="00481A95"/>
    <w:rsid w:val="00481B2B"/>
    <w:rsid w:val="00482023"/>
    <w:rsid w:val="004833F9"/>
    <w:rsid w:val="0048351B"/>
    <w:rsid w:val="00483631"/>
    <w:rsid w:val="004837B4"/>
    <w:rsid w:val="0048394F"/>
    <w:rsid w:val="00483ED8"/>
    <w:rsid w:val="00486726"/>
    <w:rsid w:val="004872F4"/>
    <w:rsid w:val="0049076F"/>
    <w:rsid w:val="0049110D"/>
    <w:rsid w:val="00491EE8"/>
    <w:rsid w:val="0049232A"/>
    <w:rsid w:val="00492BD7"/>
    <w:rsid w:val="004937AE"/>
    <w:rsid w:val="00494719"/>
    <w:rsid w:val="00495178"/>
    <w:rsid w:val="004954D0"/>
    <w:rsid w:val="00496BDD"/>
    <w:rsid w:val="004A2725"/>
    <w:rsid w:val="004A2C94"/>
    <w:rsid w:val="004A402D"/>
    <w:rsid w:val="004A5D49"/>
    <w:rsid w:val="004A5FDC"/>
    <w:rsid w:val="004A66B4"/>
    <w:rsid w:val="004A7058"/>
    <w:rsid w:val="004B06CF"/>
    <w:rsid w:val="004B0D39"/>
    <w:rsid w:val="004B26C1"/>
    <w:rsid w:val="004B6A9F"/>
    <w:rsid w:val="004C0CD9"/>
    <w:rsid w:val="004C2F12"/>
    <w:rsid w:val="004C34C5"/>
    <w:rsid w:val="004C553A"/>
    <w:rsid w:val="004C603D"/>
    <w:rsid w:val="004C634A"/>
    <w:rsid w:val="004C6D1F"/>
    <w:rsid w:val="004C71B5"/>
    <w:rsid w:val="004C7CBD"/>
    <w:rsid w:val="004D1D19"/>
    <w:rsid w:val="004D3AA0"/>
    <w:rsid w:val="004D526C"/>
    <w:rsid w:val="004D70E9"/>
    <w:rsid w:val="004E0EA9"/>
    <w:rsid w:val="004E277D"/>
    <w:rsid w:val="004E2F84"/>
    <w:rsid w:val="004E5357"/>
    <w:rsid w:val="004E5A3E"/>
    <w:rsid w:val="004E73F7"/>
    <w:rsid w:val="004F1F4B"/>
    <w:rsid w:val="004F2C6F"/>
    <w:rsid w:val="004F3059"/>
    <w:rsid w:val="004F3628"/>
    <w:rsid w:val="004F4598"/>
    <w:rsid w:val="004F470C"/>
    <w:rsid w:val="004F4E8A"/>
    <w:rsid w:val="004F4EB0"/>
    <w:rsid w:val="004F52A6"/>
    <w:rsid w:val="004F52D8"/>
    <w:rsid w:val="004F5C71"/>
    <w:rsid w:val="004F6DFB"/>
    <w:rsid w:val="004F7112"/>
    <w:rsid w:val="004F7AC5"/>
    <w:rsid w:val="004F7B8C"/>
    <w:rsid w:val="004F7BE6"/>
    <w:rsid w:val="004F7EE9"/>
    <w:rsid w:val="004F7F7D"/>
    <w:rsid w:val="00500832"/>
    <w:rsid w:val="00502562"/>
    <w:rsid w:val="0050415E"/>
    <w:rsid w:val="00504645"/>
    <w:rsid w:val="005059A3"/>
    <w:rsid w:val="00505C3E"/>
    <w:rsid w:val="00505D49"/>
    <w:rsid w:val="00506866"/>
    <w:rsid w:val="00507B49"/>
    <w:rsid w:val="0051150A"/>
    <w:rsid w:val="00511546"/>
    <w:rsid w:val="00511F0A"/>
    <w:rsid w:val="00512BFF"/>
    <w:rsid w:val="00513A15"/>
    <w:rsid w:val="00514317"/>
    <w:rsid w:val="005154D6"/>
    <w:rsid w:val="00516E01"/>
    <w:rsid w:val="00517738"/>
    <w:rsid w:val="0052213F"/>
    <w:rsid w:val="005223D0"/>
    <w:rsid w:val="00522B74"/>
    <w:rsid w:val="005230FA"/>
    <w:rsid w:val="005231D1"/>
    <w:rsid w:val="00523B39"/>
    <w:rsid w:val="00523F9E"/>
    <w:rsid w:val="00524DD6"/>
    <w:rsid w:val="0052583A"/>
    <w:rsid w:val="00525915"/>
    <w:rsid w:val="005260E8"/>
    <w:rsid w:val="00526B25"/>
    <w:rsid w:val="00527304"/>
    <w:rsid w:val="00527E17"/>
    <w:rsid w:val="00527E75"/>
    <w:rsid w:val="00530E57"/>
    <w:rsid w:val="00531BF9"/>
    <w:rsid w:val="00534DAC"/>
    <w:rsid w:val="00535053"/>
    <w:rsid w:val="0053591A"/>
    <w:rsid w:val="00537240"/>
    <w:rsid w:val="00537E98"/>
    <w:rsid w:val="0054153C"/>
    <w:rsid w:val="005423DF"/>
    <w:rsid w:val="00544FD9"/>
    <w:rsid w:val="005469A5"/>
    <w:rsid w:val="00547E20"/>
    <w:rsid w:val="00547ECF"/>
    <w:rsid w:val="00547F40"/>
    <w:rsid w:val="00550B42"/>
    <w:rsid w:val="0055166D"/>
    <w:rsid w:val="005519C7"/>
    <w:rsid w:val="0055361D"/>
    <w:rsid w:val="00553B08"/>
    <w:rsid w:val="00553F41"/>
    <w:rsid w:val="005550F4"/>
    <w:rsid w:val="0055536F"/>
    <w:rsid w:val="00555AEC"/>
    <w:rsid w:val="00555B05"/>
    <w:rsid w:val="00555D5D"/>
    <w:rsid w:val="005561E7"/>
    <w:rsid w:val="005569AE"/>
    <w:rsid w:val="00557B38"/>
    <w:rsid w:val="00557FF9"/>
    <w:rsid w:val="005603FF"/>
    <w:rsid w:val="00560B8F"/>
    <w:rsid w:val="0056157F"/>
    <w:rsid w:val="00561E6C"/>
    <w:rsid w:val="005623D1"/>
    <w:rsid w:val="005665AC"/>
    <w:rsid w:val="005666B7"/>
    <w:rsid w:val="005668FD"/>
    <w:rsid w:val="00566A54"/>
    <w:rsid w:val="00566BAB"/>
    <w:rsid w:val="00566DC9"/>
    <w:rsid w:val="0057086F"/>
    <w:rsid w:val="00571323"/>
    <w:rsid w:val="00573969"/>
    <w:rsid w:val="00573D89"/>
    <w:rsid w:val="00574BD0"/>
    <w:rsid w:val="00575180"/>
    <w:rsid w:val="0057558B"/>
    <w:rsid w:val="005763E0"/>
    <w:rsid w:val="00576C94"/>
    <w:rsid w:val="0057706A"/>
    <w:rsid w:val="005778DC"/>
    <w:rsid w:val="005779F4"/>
    <w:rsid w:val="00580666"/>
    <w:rsid w:val="005809C8"/>
    <w:rsid w:val="0058117C"/>
    <w:rsid w:val="0058139C"/>
    <w:rsid w:val="005829C5"/>
    <w:rsid w:val="00582E7E"/>
    <w:rsid w:val="00582E95"/>
    <w:rsid w:val="005833A1"/>
    <w:rsid w:val="0058492E"/>
    <w:rsid w:val="00586D53"/>
    <w:rsid w:val="0058745F"/>
    <w:rsid w:val="00587D54"/>
    <w:rsid w:val="0059121E"/>
    <w:rsid w:val="0059140C"/>
    <w:rsid w:val="00592ED4"/>
    <w:rsid w:val="00593F63"/>
    <w:rsid w:val="00594164"/>
    <w:rsid w:val="00594241"/>
    <w:rsid w:val="00594EEB"/>
    <w:rsid w:val="00596043"/>
    <w:rsid w:val="005961DA"/>
    <w:rsid w:val="00596FAC"/>
    <w:rsid w:val="00597327"/>
    <w:rsid w:val="005975D8"/>
    <w:rsid w:val="005A0462"/>
    <w:rsid w:val="005A2324"/>
    <w:rsid w:val="005A2FF3"/>
    <w:rsid w:val="005A3BDF"/>
    <w:rsid w:val="005A69A4"/>
    <w:rsid w:val="005A6AE5"/>
    <w:rsid w:val="005A726E"/>
    <w:rsid w:val="005B01D0"/>
    <w:rsid w:val="005B0E2B"/>
    <w:rsid w:val="005B0E8B"/>
    <w:rsid w:val="005B169E"/>
    <w:rsid w:val="005B1EF8"/>
    <w:rsid w:val="005B29A1"/>
    <w:rsid w:val="005B3202"/>
    <w:rsid w:val="005B3656"/>
    <w:rsid w:val="005B402E"/>
    <w:rsid w:val="005B4B69"/>
    <w:rsid w:val="005B5F68"/>
    <w:rsid w:val="005B760E"/>
    <w:rsid w:val="005B7794"/>
    <w:rsid w:val="005B7CF2"/>
    <w:rsid w:val="005C12C2"/>
    <w:rsid w:val="005C12E7"/>
    <w:rsid w:val="005C23CA"/>
    <w:rsid w:val="005C36E7"/>
    <w:rsid w:val="005C3C10"/>
    <w:rsid w:val="005C4728"/>
    <w:rsid w:val="005C4B39"/>
    <w:rsid w:val="005C52D3"/>
    <w:rsid w:val="005C59A9"/>
    <w:rsid w:val="005C5A43"/>
    <w:rsid w:val="005C6683"/>
    <w:rsid w:val="005C679B"/>
    <w:rsid w:val="005C7A0A"/>
    <w:rsid w:val="005D0132"/>
    <w:rsid w:val="005D03B1"/>
    <w:rsid w:val="005D2229"/>
    <w:rsid w:val="005D2E6C"/>
    <w:rsid w:val="005D30E5"/>
    <w:rsid w:val="005D4148"/>
    <w:rsid w:val="005D4C31"/>
    <w:rsid w:val="005D682A"/>
    <w:rsid w:val="005D6D7D"/>
    <w:rsid w:val="005D728B"/>
    <w:rsid w:val="005E053D"/>
    <w:rsid w:val="005E2205"/>
    <w:rsid w:val="005E3521"/>
    <w:rsid w:val="005E453D"/>
    <w:rsid w:val="005E663E"/>
    <w:rsid w:val="005E7B6B"/>
    <w:rsid w:val="005F1D74"/>
    <w:rsid w:val="005F23F5"/>
    <w:rsid w:val="005F301B"/>
    <w:rsid w:val="005F350D"/>
    <w:rsid w:val="005F4132"/>
    <w:rsid w:val="005F4D63"/>
    <w:rsid w:val="005F4F6D"/>
    <w:rsid w:val="005F70A7"/>
    <w:rsid w:val="005F7467"/>
    <w:rsid w:val="00600283"/>
    <w:rsid w:val="0060088E"/>
    <w:rsid w:val="006024E1"/>
    <w:rsid w:val="00602923"/>
    <w:rsid w:val="00603082"/>
    <w:rsid w:val="00604167"/>
    <w:rsid w:val="00607BC2"/>
    <w:rsid w:val="00607EC1"/>
    <w:rsid w:val="00610E0C"/>
    <w:rsid w:val="00611424"/>
    <w:rsid w:val="00611A21"/>
    <w:rsid w:val="0061343A"/>
    <w:rsid w:val="00613D25"/>
    <w:rsid w:val="00614D3C"/>
    <w:rsid w:val="0061557D"/>
    <w:rsid w:val="00617D5B"/>
    <w:rsid w:val="00620081"/>
    <w:rsid w:val="00621321"/>
    <w:rsid w:val="006217C5"/>
    <w:rsid w:val="00621C99"/>
    <w:rsid w:val="0062396A"/>
    <w:rsid w:val="006272EE"/>
    <w:rsid w:val="00627339"/>
    <w:rsid w:val="00627607"/>
    <w:rsid w:val="0063087E"/>
    <w:rsid w:val="0063154F"/>
    <w:rsid w:val="00631ADA"/>
    <w:rsid w:val="006322C0"/>
    <w:rsid w:val="00632844"/>
    <w:rsid w:val="00632D62"/>
    <w:rsid w:val="006343BA"/>
    <w:rsid w:val="00634871"/>
    <w:rsid w:val="006349AC"/>
    <w:rsid w:val="00634C8D"/>
    <w:rsid w:val="00635DED"/>
    <w:rsid w:val="00637863"/>
    <w:rsid w:val="00637D2B"/>
    <w:rsid w:val="00640850"/>
    <w:rsid w:val="00641B0D"/>
    <w:rsid w:val="00642B36"/>
    <w:rsid w:val="00643802"/>
    <w:rsid w:val="006458A1"/>
    <w:rsid w:val="0064656B"/>
    <w:rsid w:val="00647461"/>
    <w:rsid w:val="006474A5"/>
    <w:rsid w:val="006525E6"/>
    <w:rsid w:val="00653725"/>
    <w:rsid w:val="00654C66"/>
    <w:rsid w:val="00655A09"/>
    <w:rsid w:val="00661517"/>
    <w:rsid w:val="00661B5C"/>
    <w:rsid w:val="0066228C"/>
    <w:rsid w:val="006622CC"/>
    <w:rsid w:val="0066333D"/>
    <w:rsid w:val="00663ED5"/>
    <w:rsid w:val="00664347"/>
    <w:rsid w:val="00664873"/>
    <w:rsid w:val="006655C0"/>
    <w:rsid w:val="00666CE4"/>
    <w:rsid w:val="0067005C"/>
    <w:rsid w:val="00671CE4"/>
    <w:rsid w:val="006720D3"/>
    <w:rsid w:val="00672212"/>
    <w:rsid w:val="00672DEA"/>
    <w:rsid w:val="00673443"/>
    <w:rsid w:val="006737A9"/>
    <w:rsid w:val="006742DB"/>
    <w:rsid w:val="00675171"/>
    <w:rsid w:val="0067590C"/>
    <w:rsid w:val="00676754"/>
    <w:rsid w:val="00676F6D"/>
    <w:rsid w:val="0068153C"/>
    <w:rsid w:val="006815D5"/>
    <w:rsid w:val="006834D4"/>
    <w:rsid w:val="00683A0F"/>
    <w:rsid w:val="00684196"/>
    <w:rsid w:val="00684880"/>
    <w:rsid w:val="00686592"/>
    <w:rsid w:val="00687AD8"/>
    <w:rsid w:val="00687B20"/>
    <w:rsid w:val="006901DE"/>
    <w:rsid w:val="006911AD"/>
    <w:rsid w:val="00691636"/>
    <w:rsid w:val="00691B16"/>
    <w:rsid w:val="00691B9C"/>
    <w:rsid w:val="006921FF"/>
    <w:rsid w:val="006931AC"/>
    <w:rsid w:val="00693272"/>
    <w:rsid w:val="00693306"/>
    <w:rsid w:val="0069334F"/>
    <w:rsid w:val="006933AB"/>
    <w:rsid w:val="00693F36"/>
    <w:rsid w:val="0069466A"/>
    <w:rsid w:val="006948CB"/>
    <w:rsid w:val="00694AD0"/>
    <w:rsid w:val="00694E1B"/>
    <w:rsid w:val="006951F0"/>
    <w:rsid w:val="006957BD"/>
    <w:rsid w:val="00695BFA"/>
    <w:rsid w:val="00697868"/>
    <w:rsid w:val="006A1995"/>
    <w:rsid w:val="006A234E"/>
    <w:rsid w:val="006A44C0"/>
    <w:rsid w:val="006A5C4B"/>
    <w:rsid w:val="006A5FA5"/>
    <w:rsid w:val="006A619A"/>
    <w:rsid w:val="006A63AB"/>
    <w:rsid w:val="006A754D"/>
    <w:rsid w:val="006A7E13"/>
    <w:rsid w:val="006B1487"/>
    <w:rsid w:val="006B2642"/>
    <w:rsid w:val="006B2680"/>
    <w:rsid w:val="006B2B99"/>
    <w:rsid w:val="006B2CE0"/>
    <w:rsid w:val="006B4116"/>
    <w:rsid w:val="006B4574"/>
    <w:rsid w:val="006B6DE9"/>
    <w:rsid w:val="006B7DED"/>
    <w:rsid w:val="006C0315"/>
    <w:rsid w:val="006C0495"/>
    <w:rsid w:val="006C2FFE"/>
    <w:rsid w:val="006C3C69"/>
    <w:rsid w:val="006C4911"/>
    <w:rsid w:val="006C4A46"/>
    <w:rsid w:val="006C6209"/>
    <w:rsid w:val="006C6706"/>
    <w:rsid w:val="006C7585"/>
    <w:rsid w:val="006D1C24"/>
    <w:rsid w:val="006D1DAA"/>
    <w:rsid w:val="006D2E19"/>
    <w:rsid w:val="006D3A05"/>
    <w:rsid w:val="006D444A"/>
    <w:rsid w:val="006D6DF8"/>
    <w:rsid w:val="006D7224"/>
    <w:rsid w:val="006E094A"/>
    <w:rsid w:val="006E1101"/>
    <w:rsid w:val="006E1A6B"/>
    <w:rsid w:val="006E2A3F"/>
    <w:rsid w:val="006E3635"/>
    <w:rsid w:val="006E4877"/>
    <w:rsid w:val="006E4D13"/>
    <w:rsid w:val="006E5693"/>
    <w:rsid w:val="006E5CF5"/>
    <w:rsid w:val="006E6F35"/>
    <w:rsid w:val="006E7076"/>
    <w:rsid w:val="006E7BF8"/>
    <w:rsid w:val="006F0ABB"/>
    <w:rsid w:val="006F0DE4"/>
    <w:rsid w:val="006F3E1C"/>
    <w:rsid w:val="006F45F8"/>
    <w:rsid w:val="006F4660"/>
    <w:rsid w:val="006F4DF2"/>
    <w:rsid w:val="006F5624"/>
    <w:rsid w:val="006F5A16"/>
    <w:rsid w:val="006F6719"/>
    <w:rsid w:val="006F6EEE"/>
    <w:rsid w:val="006F7C13"/>
    <w:rsid w:val="00701FC1"/>
    <w:rsid w:val="007021C8"/>
    <w:rsid w:val="00702260"/>
    <w:rsid w:val="00702B3E"/>
    <w:rsid w:val="00704245"/>
    <w:rsid w:val="007048B5"/>
    <w:rsid w:val="00705D2D"/>
    <w:rsid w:val="007072A9"/>
    <w:rsid w:val="00711422"/>
    <w:rsid w:val="007130A5"/>
    <w:rsid w:val="00714DFD"/>
    <w:rsid w:val="00716952"/>
    <w:rsid w:val="007179FD"/>
    <w:rsid w:val="007204D4"/>
    <w:rsid w:val="007209F3"/>
    <w:rsid w:val="00723233"/>
    <w:rsid w:val="00725547"/>
    <w:rsid w:val="00725A71"/>
    <w:rsid w:val="007306B3"/>
    <w:rsid w:val="00731314"/>
    <w:rsid w:val="007316CA"/>
    <w:rsid w:val="00731AD6"/>
    <w:rsid w:val="00732778"/>
    <w:rsid w:val="00732B61"/>
    <w:rsid w:val="007333A0"/>
    <w:rsid w:val="00735495"/>
    <w:rsid w:val="007374FE"/>
    <w:rsid w:val="00737F83"/>
    <w:rsid w:val="00740B57"/>
    <w:rsid w:val="00741AE4"/>
    <w:rsid w:val="007420AA"/>
    <w:rsid w:val="0074229E"/>
    <w:rsid w:val="00742854"/>
    <w:rsid w:val="00742E06"/>
    <w:rsid w:val="00742FB0"/>
    <w:rsid w:val="00743A14"/>
    <w:rsid w:val="00743E9F"/>
    <w:rsid w:val="00744540"/>
    <w:rsid w:val="00746C05"/>
    <w:rsid w:val="007477E8"/>
    <w:rsid w:val="00747BD9"/>
    <w:rsid w:val="007512F6"/>
    <w:rsid w:val="007532E6"/>
    <w:rsid w:val="00753331"/>
    <w:rsid w:val="00754B32"/>
    <w:rsid w:val="00755237"/>
    <w:rsid w:val="00756686"/>
    <w:rsid w:val="00756C62"/>
    <w:rsid w:val="0075701E"/>
    <w:rsid w:val="0075762F"/>
    <w:rsid w:val="007577AF"/>
    <w:rsid w:val="00761037"/>
    <w:rsid w:val="00761D30"/>
    <w:rsid w:val="00762639"/>
    <w:rsid w:val="00762CD5"/>
    <w:rsid w:val="00762FA8"/>
    <w:rsid w:val="00763C66"/>
    <w:rsid w:val="00764CD3"/>
    <w:rsid w:val="007651BA"/>
    <w:rsid w:val="00765A5E"/>
    <w:rsid w:val="00765E4F"/>
    <w:rsid w:val="007663C9"/>
    <w:rsid w:val="00766E06"/>
    <w:rsid w:val="00770534"/>
    <w:rsid w:val="00770993"/>
    <w:rsid w:val="00771457"/>
    <w:rsid w:val="00772038"/>
    <w:rsid w:val="007743C2"/>
    <w:rsid w:val="007746FC"/>
    <w:rsid w:val="0077562F"/>
    <w:rsid w:val="00775DCB"/>
    <w:rsid w:val="0077646A"/>
    <w:rsid w:val="00777423"/>
    <w:rsid w:val="00780126"/>
    <w:rsid w:val="0078023F"/>
    <w:rsid w:val="00783E76"/>
    <w:rsid w:val="007863F0"/>
    <w:rsid w:val="007868C5"/>
    <w:rsid w:val="007876D0"/>
    <w:rsid w:val="00787F49"/>
    <w:rsid w:val="007902A5"/>
    <w:rsid w:val="00790481"/>
    <w:rsid w:val="007910DC"/>
    <w:rsid w:val="00794784"/>
    <w:rsid w:val="00795683"/>
    <w:rsid w:val="00795B29"/>
    <w:rsid w:val="007A3456"/>
    <w:rsid w:val="007A41F7"/>
    <w:rsid w:val="007A45F4"/>
    <w:rsid w:val="007A6AD8"/>
    <w:rsid w:val="007A6E0F"/>
    <w:rsid w:val="007A775F"/>
    <w:rsid w:val="007A7A8E"/>
    <w:rsid w:val="007B0605"/>
    <w:rsid w:val="007B0F18"/>
    <w:rsid w:val="007B1883"/>
    <w:rsid w:val="007B20F6"/>
    <w:rsid w:val="007B32BF"/>
    <w:rsid w:val="007B355F"/>
    <w:rsid w:val="007B37BB"/>
    <w:rsid w:val="007B5061"/>
    <w:rsid w:val="007B72E3"/>
    <w:rsid w:val="007B7517"/>
    <w:rsid w:val="007C2A86"/>
    <w:rsid w:val="007C582E"/>
    <w:rsid w:val="007C6D27"/>
    <w:rsid w:val="007D08E1"/>
    <w:rsid w:val="007D1191"/>
    <w:rsid w:val="007D1F78"/>
    <w:rsid w:val="007D222F"/>
    <w:rsid w:val="007D346A"/>
    <w:rsid w:val="007D3D5F"/>
    <w:rsid w:val="007D3DCB"/>
    <w:rsid w:val="007D4BA9"/>
    <w:rsid w:val="007D4BF0"/>
    <w:rsid w:val="007D4FA5"/>
    <w:rsid w:val="007D51CD"/>
    <w:rsid w:val="007D61CB"/>
    <w:rsid w:val="007D62E0"/>
    <w:rsid w:val="007D636F"/>
    <w:rsid w:val="007D6450"/>
    <w:rsid w:val="007D6565"/>
    <w:rsid w:val="007D67D7"/>
    <w:rsid w:val="007D6C48"/>
    <w:rsid w:val="007D744C"/>
    <w:rsid w:val="007E09E0"/>
    <w:rsid w:val="007E0A21"/>
    <w:rsid w:val="007E0FE1"/>
    <w:rsid w:val="007E1479"/>
    <w:rsid w:val="007E2365"/>
    <w:rsid w:val="007E2B97"/>
    <w:rsid w:val="007E3003"/>
    <w:rsid w:val="007E3D95"/>
    <w:rsid w:val="007E661D"/>
    <w:rsid w:val="007E66F2"/>
    <w:rsid w:val="007F07A3"/>
    <w:rsid w:val="007F1A50"/>
    <w:rsid w:val="007F203D"/>
    <w:rsid w:val="007F2F92"/>
    <w:rsid w:val="007F383D"/>
    <w:rsid w:val="007F401C"/>
    <w:rsid w:val="007F4243"/>
    <w:rsid w:val="00800914"/>
    <w:rsid w:val="0080181C"/>
    <w:rsid w:val="008020ED"/>
    <w:rsid w:val="00802BED"/>
    <w:rsid w:val="00802BF9"/>
    <w:rsid w:val="00802F12"/>
    <w:rsid w:val="00803E02"/>
    <w:rsid w:val="0080560A"/>
    <w:rsid w:val="00805BB7"/>
    <w:rsid w:val="00805CCE"/>
    <w:rsid w:val="008100A4"/>
    <w:rsid w:val="0081066E"/>
    <w:rsid w:val="00811A4C"/>
    <w:rsid w:val="00812CB1"/>
    <w:rsid w:val="008130F6"/>
    <w:rsid w:val="008145F7"/>
    <w:rsid w:val="0081524E"/>
    <w:rsid w:val="00815BF2"/>
    <w:rsid w:val="00815C49"/>
    <w:rsid w:val="00815ED6"/>
    <w:rsid w:val="00820464"/>
    <w:rsid w:val="0082080E"/>
    <w:rsid w:val="00821864"/>
    <w:rsid w:val="0082327C"/>
    <w:rsid w:val="008234FF"/>
    <w:rsid w:val="00823D22"/>
    <w:rsid w:val="00824ACF"/>
    <w:rsid w:val="00825961"/>
    <w:rsid w:val="00826031"/>
    <w:rsid w:val="008262B3"/>
    <w:rsid w:val="0082710A"/>
    <w:rsid w:val="00830124"/>
    <w:rsid w:val="00832911"/>
    <w:rsid w:val="00832933"/>
    <w:rsid w:val="00832C4E"/>
    <w:rsid w:val="00834006"/>
    <w:rsid w:val="00834A65"/>
    <w:rsid w:val="00835036"/>
    <w:rsid w:val="00835103"/>
    <w:rsid w:val="00835AD6"/>
    <w:rsid w:val="0084001C"/>
    <w:rsid w:val="008404B0"/>
    <w:rsid w:val="00840BD2"/>
    <w:rsid w:val="00841B98"/>
    <w:rsid w:val="00842137"/>
    <w:rsid w:val="00842434"/>
    <w:rsid w:val="00843DA4"/>
    <w:rsid w:val="00844CAF"/>
    <w:rsid w:val="0084643B"/>
    <w:rsid w:val="00846718"/>
    <w:rsid w:val="00846824"/>
    <w:rsid w:val="00846AD1"/>
    <w:rsid w:val="008500FE"/>
    <w:rsid w:val="00852C66"/>
    <w:rsid w:val="00854F46"/>
    <w:rsid w:val="00856825"/>
    <w:rsid w:val="00856CA4"/>
    <w:rsid w:val="00860613"/>
    <w:rsid w:val="0086084C"/>
    <w:rsid w:val="0086094F"/>
    <w:rsid w:val="008609C8"/>
    <w:rsid w:val="00860A7F"/>
    <w:rsid w:val="00861FE5"/>
    <w:rsid w:val="00862B6E"/>
    <w:rsid w:val="00863700"/>
    <w:rsid w:val="008639EB"/>
    <w:rsid w:val="00864701"/>
    <w:rsid w:val="00864F1B"/>
    <w:rsid w:val="00865AE1"/>
    <w:rsid w:val="00866D3C"/>
    <w:rsid w:val="00866EA1"/>
    <w:rsid w:val="00867424"/>
    <w:rsid w:val="00867554"/>
    <w:rsid w:val="00870DED"/>
    <w:rsid w:val="00870F93"/>
    <w:rsid w:val="008711D1"/>
    <w:rsid w:val="0087138C"/>
    <w:rsid w:val="008713C8"/>
    <w:rsid w:val="008714A9"/>
    <w:rsid w:val="0087364A"/>
    <w:rsid w:val="00873F18"/>
    <w:rsid w:val="008748F4"/>
    <w:rsid w:val="00875739"/>
    <w:rsid w:val="00875D21"/>
    <w:rsid w:val="008760A6"/>
    <w:rsid w:val="0088003D"/>
    <w:rsid w:val="00880F36"/>
    <w:rsid w:val="0088123F"/>
    <w:rsid w:val="0088182D"/>
    <w:rsid w:val="008824B1"/>
    <w:rsid w:val="00885104"/>
    <w:rsid w:val="008858E8"/>
    <w:rsid w:val="008860F5"/>
    <w:rsid w:val="00886FB8"/>
    <w:rsid w:val="00887945"/>
    <w:rsid w:val="00887C40"/>
    <w:rsid w:val="00887D00"/>
    <w:rsid w:val="008904A8"/>
    <w:rsid w:val="0089069A"/>
    <w:rsid w:val="0089092A"/>
    <w:rsid w:val="00890F28"/>
    <w:rsid w:val="008917CF"/>
    <w:rsid w:val="00892A86"/>
    <w:rsid w:val="00893669"/>
    <w:rsid w:val="008938BF"/>
    <w:rsid w:val="00894270"/>
    <w:rsid w:val="0089498C"/>
    <w:rsid w:val="00894E04"/>
    <w:rsid w:val="00895439"/>
    <w:rsid w:val="00895B11"/>
    <w:rsid w:val="0089662F"/>
    <w:rsid w:val="00896ED7"/>
    <w:rsid w:val="008976E7"/>
    <w:rsid w:val="0089773D"/>
    <w:rsid w:val="00897C08"/>
    <w:rsid w:val="00897C92"/>
    <w:rsid w:val="008A00A2"/>
    <w:rsid w:val="008A0206"/>
    <w:rsid w:val="008A136E"/>
    <w:rsid w:val="008A1B1A"/>
    <w:rsid w:val="008A1E6C"/>
    <w:rsid w:val="008A21D4"/>
    <w:rsid w:val="008A2DDC"/>
    <w:rsid w:val="008A2E7D"/>
    <w:rsid w:val="008A412A"/>
    <w:rsid w:val="008A4878"/>
    <w:rsid w:val="008A56D2"/>
    <w:rsid w:val="008A6A5B"/>
    <w:rsid w:val="008A6C9C"/>
    <w:rsid w:val="008A7CFF"/>
    <w:rsid w:val="008B048D"/>
    <w:rsid w:val="008B0532"/>
    <w:rsid w:val="008B1016"/>
    <w:rsid w:val="008B1542"/>
    <w:rsid w:val="008B1B3E"/>
    <w:rsid w:val="008B1D8D"/>
    <w:rsid w:val="008B4482"/>
    <w:rsid w:val="008B458D"/>
    <w:rsid w:val="008B7823"/>
    <w:rsid w:val="008C18B9"/>
    <w:rsid w:val="008C24C0"/>
    <w:rsid w:val="008C2B4C"/>
    <w:rsid w:val="008C3861"/>
    <w:rsid w:val="008C387E"/>
    <w:rsid w:val="008C4E93"/>
    <w:rsid w:val="008C60D9"/>
    <w:rsid w:val="008C6127"/>
    <w:rsid w:val="008C6628"/>
    <w:rsid w:val="008C6F48"/>
    <w:rsid w:val="008D07AD"/>
    <w:rsid w:val="008D08BE"/>
    <w:rsid w:val="008D1EE4"/>
    <w:rsid w:val="008D2A06"/>
    <w:rsid w:val="008D2E89"/>
    <w:rsid w:val="008D4495"/>
    <w:rsid w:val="008D6017"/>
    <w:rsid w:val="008D6198"/>
    <w:rsid w:val="008E246A"/>
    <w:rsid w:val="008E2E65"/>
    <w:rsid w:val="008E6DC4"/>
    <w:rsid w:val="008F0078"/>
    <w:rsid w:val="008F0F06"/>
    <w:rsid w:val="008F1736"/>
    <w:rsid w:val="008F1AF9"/>
    <w:rsid w:val="008F23EC"/>
    <w:rsid w:val="008F3650"/>
    <w:rsid w:val="008F508B"/>
    <w:rsid w:val="008F5C40"/>
    <w:rsid w:val="008F5F55"/>
    <w:rsid w:val="0090026E"/>
    <w:rsid w:val="00900833"/>
    <w:rsid w:val="009015C5"/>
    <w:rsid w:val="009029C6"/>
    <w:rsid w:val="00902DEB"/>
    <w:rsid w:val="0090390E"/>
    <w:rsid w:val="00906B64"/>
    <w:rsid w:val="009100F5"/>
    <w:rsid w:val="00910341"/>
    <w:rsid w:val="00910E00"/>
    <w:rsid w:val="00911838"/>
    <w:rsid w:val="00911E39"/>
    <w:rsid w:val="00912F1D"/>
    <w:rsid w:val="0091384B"/>
    <w:rsid w:val="009160F8"/>
    <w:rsid w:val="0091660A"/>
    <w:rsid w:val="00917283"/>
    <w:rsid w:val="00921551"/>
    <w:rsid w:val="009220D4"/>
    <w:rsid w:val="00922475"/>
    <w:rsid w:val="009224A5"/>
    <w:rsid w:val="0092257E"/>
    <w:rsid w:val="00923B15"/>
    <w:rsid w:val="00926F23"/>
    <w:rsid w:val="00930503"/>
    <w:rsid w:val="00931B77"/>
    <w:rsid w:val="00932BAC"/>
    <w:rsid w:val="00932C04"/>
    <w:rsid w:val="00932CF6"/>
    <w:rsid w:val="009332AA"/>
    <w:rsid w:val="00933CEE"/>
    <w:rsid w:val="00933DD1"/>
    <w:rsid w:val="00935C86"/>
    <w:rsid w:val="00937093"/>
    <w:rsid w:val="00940A94"/>
    <w:rsid w:val="009411E7"/>
    <w:rsid w:val="0094174C"/>
    <w:rsid w:val="0094282A"/>
    <w:rsid w:val="009438CD"/>
    <w:rsid w:val="00944A81"/>
    <w:rsid w:val="009453DF"/>
    <w:rsid w:val="00946651"/>
    <w:rsid w:val="009501F8"/>
    <w:rsid w:val="00951361"/>
    <w:rsid w:val="009516A5"/>
    <w:rsid w:val="00951DFC"/>
    <w:rsid w:val="00952701"/>
    <w:rsid w:val="0095316C"/>
    <w:rsid w:val="00953B4B"/>
    <w:rsid w:val="009546C0"/>
    <w:rsid w:val="00954C0F"/>
    <w:rsid w:val="00954CF5"/>
    <w:rsid w:val="00954F16"/>
    <w:rsid w:val="0095603B"/>
    <w:rsid w:val="009560A6"/>
    <w:rsid w:val="00957A57"/>
    <w:rsid w:val="00960228"/>
    <w:rsid w:val="009604AA"/>
    <w:rsid w:val="00962B0E"/>
    <w:rsid w:val="00964BD3"/>
    <w:rsid w:val="009657E1"/>
    <w:rsid w:val="009667AC"/>
    <w:rsid w:val="009675FB"/>
    <w:rsid w:val="00967A64"/>
    <w:rsid w:val="009729CC"/>
    <w:rsid w:val="00974D2E"/>
    <w:rsid w:val="00975E13"/>
    <w:rsid w:val="00975ED0"/>
    <w:rsid w:val="009767B7"/>
    <w:rsid w:val="009772B9"/>
    <w:rsid w:val="009776DC"/>
    <w:rsid w:val="009804D8"/>
    <w:rsid w:val="00981161"/>
    <w:rsid w:val="00981317"/>
    <w:rsid w:val="00981579"/>
    <w:rsid w:val="00981900"/>
    <w:rsid w:val="00982854"/>
    <w:rsid w:val="00982870"/>
    <w:rsid w:val="0098292C"/>
    <w:rsid w:val="00984493"/>
    <w:rsid w:val="00984AFA"/>
    <w:rsid w:val="00984C76"/>
    <w:rsid w:val="00987110"/>
    <w:rsid w:val="009877BC"/>
    <w:rsid w:val="00987FBA"/>
    <w:rsid w:val="00990EE1"/>
    <w:rsid w:val="009913E9"/>
    <w:rsid w:val="00991C24"/>
    <w:rsid w:val="009926CF"/>
    <w:rsid w:val="0099390D"/>
    <w:rsid w:val="00993EAD"/>
    <w:rsid w:val="00993F4A"/>
    <w:rsid w:val="009955A8"/>
    <w:rsid w:val="00995791"/>
    <w:rsid w:val="0099593D"/>
    <w:rsid w:val="009968AD"/>
    <w:rsid w:val="009A1770"/>
    <w:rsid w:val="009A17B1"/>
    <w:rsid w:val="009A19C0"/>
    <w:rsid w:val="009A2B64"/>
    <w:rsid w:val="009A3358"/>
    <w:rsid w:val="009A33D7"/>
    <w:rsid w:val="009A389E"/>
    <w:rsid w:val="009A39E7"/>
    <w:rsid w:val="009A3B13"/>
    <w:rsid w:val="009A4A63"/>
    <w:rsid w:val="009A531D"/>
    <w:rsid w:val="009A5513"/>
    <w:rsid w:val="009B0855"/>
    <w:rsid w:val="009B0D12"/>
    <w:rsid w:val="009B1AC8"/>
    <w:rsid w:val="009B3426"/>
    <w:rsid w:val="009B3B0D"/>
    <w:rsid w:val="009B4A67"/>
    <w:rsid w:val="009B58E3"/>
    <w:rsid w:val="009B5F87"/>
    <w:rsid w:val="009C0FED"/>
    <w:rsid w:val="009C16FA"/>
    <w:rsid w:val="009C1798"/>
    <w:rsid w:val="009C1BDA"/>
    <w:rsid w:val="009C2655"/>
    <w:rsid w:val="009C29D3"/>
    <w:rsid w:val="009C352F"/>
    <w:rsid w:val="009C3750"/>
    <w:rsid w:val="009C4B91"/>
    <w:rsid w:val="009C4FB8"/>
    <w:rsid w:val="009C7CC3"/>
    <w:rsid w:val="009D0C2C"/>
    <w:rsid w:val="009D0F35"/>
    <w:rsid w:val="009D18D4"/>
    <w:rsid w:val="009D1C78"/>
    <w:rsid w:val="009D1EDB"/>
    <w:rsid w:val="009D1EFA"/>
    <w:rsid w:val="009D334D"/>
    <w:rsid w:val="009D3399"/>
    <w:rsid w:val="009D366A"/>
    <w:rsid w:val="009D5B62"/>
    <w:rsid w:val="009D60D5"/>
    <w:rsid w:val="009D6249"/>
    <w:rsid w:val="009D63FD"/>
    <w:rsid w:val="009E12A0"/>
    <w:rsid w:val="009E2A29"/>
    <w:rsid w:val="009E2D37"/>
    <w:rsid w:val="009E3226"/>
    <w:rsid w:val="009E56D5"/>
    <w:rsid w:val="009E71CE"/>
    <w:rsid w:val="009E78C3"/>
    <w:rsid w:val="009F00AA"/>
    <w:rsid w:val="009F3CE1"/>
    <w:rsid w:val="009F4809"/>
    <w:rsid w:val="009F4FB4"/>
    <w:rsid w:val="009F6BA2"/>
    <w:rsid w:val="009F6FFA"/>
    <w:rsid w:val="009F733A"/>
    <w:rsid w:val="009F7FC6"/>
    <w:rsid w:val="00A005A8"/>
    <w:rsid w:val="00A00D29"/>
    <w:rsid w:val="00A048C5"/>
    <w:rsid w:val="00A04CA9"/>
    <w:rsid w:val="00A05299"/>
    <w:rsid w:val="00A05BB3"/>
    <w:rsid w:val="00A06278"/>
    <w:rsid w:val="00A06433"/>
    <w:rsid w:val="00A06D59"/>
    <w:rsid w:val="00A074A6"/>
    <w:rsid w:val="00A076F6"/>
    <w:rsid w:val="00A07FF3"/>
    <w:rsid w:val="00A10BAD"/>
    <w:rsid w:val="00A1106A"/>
    <w:rsid w:val="00A11273"/>
    <w:rsid w:val="00A138C1"/>
    <w:rsid w:val="00A15A1E"/>
    <w:rsid w:val="00A15EC2"/>
    <w:rsid w:val="00A161E1"/>
    <w:rsid w:val="00A2092D"/>
    <w:rsid w:val="00A20F3A"/>
    <w:rsid w:val="00A21422"/>
    <w:rsid w:val="00A215DF"/>
    <w:rsid w:val="00A23215"/>
    <w:rsid w:val="00A23B6B"/>
    <w:rsid w:val="00A23F1D"/>
    <w:rsid w:val="00A24364"/>
    <w:rsid w:val="00A254C0"/>
    <w:rsid w:val="00A277BF"/>
    <w:rsid w:val="00A30C8A"/>
    <w:rsid w:val="00A328EE"/>
    <w:rsid w:val="00A340B7"/>
    <w:rsid w:val="00A360AD"/>
    <w:rsid w:val="00A368CB"/>
    <w:rsid w:val="00A36ECC"/>
    <w:rsid w:val="00A37176"/>
    <w:rsid w:val="00A37D9B"/>
    <w:rsid w:val="00A40C35"/>
    <w:rsid w:val="00A41B74"/>
    <w:rsid w:val="00A43515"/>
    <w:rsid w:val="00A43804"/>
    <w:rsid w:val="00A464B3"/>
    <w:rsid w:val="00A46F29"/>
    <w:rsid w:val="00A47165"/>
    <w:rsid w:val="00A475E1"/>
    <w:rsid w:val="00A50244"/>
    <w:rsid w:val="00A51467"/>
    <w:rsid w:val="00A55A68"/>
    <w:rsid w:val="00A62617"/>
    <w:rsid w:val="00A62D4B"/>
    <w:rsid w:val="00A62F0F"/>
    <w:rsid w:val="00A64907"/>
    <w:rsid w:val="00A65F7A"/>
    <w:rsid w:val="00A663B1"/>
    <w:rsid w:val="00A6747B"/>
    <w:rsid w:val="00A67AF1"/>
    <w:rsid w:val="00A67E9A"/>
    <w:rsid w:val="00A706E3"/>
    <w:rsid w:val="00A709C9"/>
    <w:rsid w:val="00A70EB6"/>
    <w:rsid w:val="00A71D9A"/>
    <w:rsid w:val="00A71F49"/>
    <w:rsid w:val="00A73589"/>
    <w:rsid w:val="00A74627"/>
    <w:rsid w:val="00A753CB"/>
    <w:rsid w:val="00A76375"/>
    <w:rsid w:val="00A7756B"/>
    <w:rsid w:val="00A77A0D"/>
    <w:rsid w:val="00A81883"/>
    <w:rsid w:val="00A81CEC"/>
    <w:rsid w:val="00A82080"/>
    <w:rsid w:val="00A824E6"/>
    <w:rsid w:val="00A82CA1"/>
    <w:rsid w:val="00A83C6E"/>
    <w:rsid w:val="00A842B1"/>
    <w:rsid w:val="00A844F2"/>
    <w:rsid w:val="00A85451"/>
    <w:rsid w:val="00A85701"/>
    <w:rsid w:val="00A858CB"/>
    <w:rsid w:val="00A86163"/>
    <w:rsid w:val="00A8630F"/>
    <w:rsid w:val="00A86A26"/>
    <w:rsid w:val="00A876AB"/>
    <w:rsid w:val="00A87D4B"/>
    <w:rsid w:val="00A90022"/>
    <w:rsid w:val="00A9276D"/>
    <w:rsid w:val="00A92F39"/>
    <w:rsid w:val="00A9329D"/>
    <w:rsid w:val="00A93429"/>
    <w:rsid w:val="00A941D1"/>
    <w:rsid w:val="00A9442F"/>
    <w:rsid w:val="00A9453B"/>
    <w:rsid w:val="00A945BC"/>
    <w:rsid w:val="00A94AF7"/>
    <w:rsid w:val="00A95103"/>
    <w:rsid w:val="00A96163"/>
    <w:rsid w:val="00A961F7"/>
    <w:rsid w:val="00A973CC"/>
    <w:rsid w:val="00AA02A1"/>
    <w:rsid w:val="00AA10A8"/>
    <w:rsid w:val="00AA14F0"/>
    <w:rsid w:val="00AA1860"/>
    <w:rsid w:val="00AA1C09"/>
    <w:rsid w:val="00AA22BF"/>
    <w:rsid w:val="00AA3D16"/>
    <w:rsid w:val="00AA62F5"/>
    <w:rsid w:val="00AA6687"/>
    <w:rsid w:val="00AA741B"/>
    <w:rsid w:val="00AB0806"/>
    <w:rsid w:val="00AB1F6F"/>
    <w:rsid w:val="00AB248B"/>
    <w:rsid w:val="00AB26DD"/>
    <w:rsid w:val="00AB2CED"/>
    <w:rsid w:val="00AB2E3A"/>
    <w:rsid w:val="00AB32E7"/>
    <w:rsid w:val="00AB3A41"/>
    <w:rsid w:val="00AB6C64"/>
    <w:rsid w:val="00AC0793"/>
    <w:rsid w:val="00AC2A90"/>
    <w:rsid w:val="00AC45B2"/>
    <w:rsid w:val="00AC4768"/>
    <w:rsid w:val="00AC492F"/>
    <w:rsid w:val="00AC576D"/>
    <w:rsid w:val="00AC6FD8"/>
    <w:rsid w:val="00AD2349"/>
    <w:rsid w:val="00AD2E36"/>
    <w:rsid w:val="00AD373D"/>
    <w:rsid w:val="00AD5A99"/>
    <w:rsid w:val="00AD61FE"/>
    <w:rsid w:val="00AD6328"/>
    <w:rsid w:val="00AD72F4"/>
    <w:rsid w:val="00AD744B"/>
    <w:rsid w:val="00AE044E"/>
    <w:rsid w:val="00AE0EFC"/>
    <w:rsid w:val="00AE2569"/>
    <w:rsid w:val="00AE2D31"/>
    <w:rsid w:val="00AE2E88"/>
    <w:rsid w:val="00AE3B7E"/>
    <w:rsid w:val="00AE4DEC"/>
    <w:rsid w:val="00AE5038"/>
    <w:rsid w:val="00AE6753"/>
    <w:rsid w:val="00AE6813"/>
    <w:rsid w:val="00AE6CC3"/>
    <w:rsid w:val="00AF2F9D"/>
    <w:rsid w:val="00AF4955"/>
    <w:rsid w:val="00AF5052"/>
    <w:rsid w:val="00AF54ED"/>
    <w:rsid w:val="00AF6043"/>
    <w:rsid w:val="00AF6D20"/>
    <w:rsid w:val="00AF797E"/>
    <w:rsid w:val="00B015AC"/>
    <w:rsid w:val="00B015F9"/>
    <w:rsid w:val="00B01B75"/>
    <w:rsid w:val="00B01CA8"/>
    <w:rsid w:val="00B0361E"/>
    <w:rsid w:val="00B0396F"/>
    <w:rsid w:val="00B043EC"/>
    <w:rsid w:val="00B0699A"/>
    <w:rsid w:val="00B06B21"/>
    <w:rsid w:val="00B072C3"/>
    <w:rsid w:val="00B1058B"/>
    <w:rsid w:val="00B111F6"/>
    <w:rsid w:val="00B12D02"/>
    <w:rsid w:val="00B1333B"/>
    <w:rsid w:val="00B1446D"/>
    <w:rsid w:val="00B16A4F"/>
    <w:rsid w:val="00B16C79"/>
    <w:rsid w:val="00B1770E"/>
    <w:rsid w:val="00B17F8B"/>
    <w:rsid w:val="00B2002A"/>
    <w:rsid w:val="00B203FB"/>
    <w:rsid w:val="00B204D6"/>
    <w:rsid w:val="00B22995"/>
    <w:rsid w:val="00B22E81"/>
    <w:rsid w:val="00B23211"/>
    <w:rsid w:val="00B2352C"/>
    <w:rsid w:val="00B235E4"/>
    <w:rsid w:val="00B240F3"/>
    <w:rsid w:val="00B24A83"/>
    <w:rsid w:val="00B250BC"/>
    <w:rsid w:val="00B26064"/>
    <w:rsid w:val="00B261F9"/>
    <w:rsid w:val="00B27275"/>
    <w:rsid w:val="00B27852"/>
    <w:rsid w:val="00B27CAB"/>
    <w:rsid w:val="00B27FC4"/>
    <w:rsid w:val="00B30B84"/>
    <w:rsid w:val="00B31CD9"/>
    <w:rsid w:val="00B33CAA"/>
    <w:rsid w:val="00B34360"/>
    <w:rsid w:val="00B34963"/>
    <w:rsid w:val="00B352DA"/>
    <w:rsid w:val="00B36F82"/>
    <w:rsid w:val="00B40177"/>
    <w:rsid w:val="00B413CA"/>
    <w:rsid w:val="00B41809"/>
    <w:rsid w:val="00B42214"/>
    <w:rsid w:val="00B4229F"/>
    <w:rsid w:val="00B456BC"/>
    <w:rsid w:val="00B4694E"/>
    <w:rsid w:val="00B50D05"/>
    <w:rsid w:val="00B540DA"/>
    <w:rsid w:val="00B544B4"/>
    <w:rsid w:val="00B546BA"/>
    <w:rsid w:val="00B54989"/>
    <w:rsid w:val="00B559A4"/>
    <w:rsid w:val="00B56BB1"/>
    <w:rsid w:val="00B572BE"/>
    <w:rsid w:val="00B5758C"/>
    <w:rsid w:val="00B57903"/>
    <w:rsid w:val="00B6112A"/>
    <w:rsid w:val="00B612B4"/>
    <w:rsid w:val="00B618F6"/>
    <w:rsid w:val="00B62530"/>
    <w:rsid w:val="00B62966"/>
    <w:rsid w:val="00B62E58"/>
    <w:rsid w:val="00B62EF0"/>
    <w:rsid w:val="00B642A3"/>
    <w:rsid w:val="00B64754"/>
    <w:rsid w:val="00B666EA"/>
    <w:rsid w:val="00B66C64"/>
    <w:rsid w:val="00B675FC"/>
    <w:rsid w:val="00B677AD"/>
    <w:rsid w:val="00B67ACA"/>
    <w:rsid w:val="00B71199"/>
    <w:rsid w:val="00B7167E"/>
    <w:rsid w:val="00B71829"/>
    <w:rsid w:val="00B720EA"/>
    <w:rsid w:val="00B729E1"/>
    <w:rsid w:val="00B74CA0"/>
    <w:rsid w:val="00B756A4"/>
    <w:rsid w:val="00B75F3A"/>
    <w:rsid w:val="00B76D91"/>
    <w:rsid w:val="00B77260"/>
    <w:rsid w:val="00B772D6"/>
    <w:rsid w:val="00B778FD"/>
    <w:rsid w:val="00B82C5D"/>
    <w:rsid w:val="00B83A05"/>
    <w:rsid w:val="00B84C95"/>
    <w:rsid w:val="00B85A07"/>
    <w:rsid w:val="00B87249"/>
    <w:rsid w:val="00B87314"/>
    <w:rsid w:val="00B8752E"/>
    <w:rsid w:val="00B87BF7"/>
    <w:rsid w:val="00B9041F"/>
    <w:rsid w:val="00B907F4"/>
    <w:rsid w:val="00B90A7C"/>
    <w:rsid w:val="00B90DED"/>
    <w:rsid w:val="00B91AE0"/>
    <w:rsid w:val="00B935F9"/>
    <w:rsid w:val="00B93B5A"/>
    <w:rsid w:val="00B949F9"/>
    <w:rsid w:val="00B94EE7"/>
    <w:rsid w:val="00B95C18"/>
    <w:rsid w:val="00B972F3"/>
    <w:rsid w:val="00B9763F"/>
    <w:rsid w:val="00B97CDD"/>
    <w:rsid w:val="00BA0B18"/>
    <w:rsid w:val="00BA13A6"/>
    <w:rsid w:val="00BA1E76"/>
    <w:rsid w:val="00BA381E"/>
    <w:rsid w:val="00BA3989"/>
    <w:rsid w:val="00BA3B75"/>
    <w:rsid w:val="00BA452C"/>
    <w:rsid w:val="00BA5079"/>
    <w:rsid w:val="00BA7B0A"/>
    <w:rsid w:val="00BB02C3"/>
    <w:rsid w:val="00BB0569"/>
    <w:rsid w:val="00BB06A9"/>
    <w:rsid w:val="00BB10FA"/>
    <w:rsid w:val="00BB18CE"/>
    <w:rsid w:val="00BB1ACD"/>
    <w:rsid w:val="00BB301A"/>
    <w:rsid w:val="00BB3FB4"/>
    <w:rsid w:val="00BB4068"/>
    <w:rsid w:val="00BB5217"/>
    <w:rsid w:val="00BB6593"/>
    <w:rsid w:val="00BB75B9"/>
    <w:rsid w:val="00BB7917"/>
    <w:rsid w:val="00BB7C63"/>
    <w:rsid w:val="00BB7DB7"/>
    <w:rsid w:val="00BC07D8"/>
    <w:rsid w:val="00BC1496"/>
    <w:rsid w:val="00BC18C5"/>
    <w:rsid w:val="00BC2084"/>
    <w:rsid w:val="00BC4AE7"/>
    <w:rsid w:val="00BD00C8"/>
    <w:rsid w:val="00BD1326"/>
    <w:rsid w:val="00BD24B5"/>
    <w:rsid w:val="00BD32BF"/>
    <w:rsid w:val="00BD3B13"/>
    <w:rsid w:val="00BD417B"/>
    <w:rsid w:val="00BD46B6"/>
    <w:rsid w:val="00BD516E"/>
    <w:rsid w:val="00BD580D"/>
    <w:rsid w:val="00BD5CCB"/>
    <w:rsid w:val="00BD6CD8"/>
    <w:rsid w:val="00BD7CEE"/>
    <w:rsid w:val="00BE1573"/>
    <w:rsid w:val="00BE1592"/>
    <w:rsid w:val="00BE1774"/>
    <w:rsid w:val="00BE1B3F"/>
    <w:rsid w:val="00BE20EF"/>
    <w:rsid w:val="00BE2518"/>
    <w:rsid w:val="00BE2DDE"/>
    <w:rsid w:val="00BE3EA9"/>
    <w:rsid w:val="00BE50CF"/>
    <w:rsid w:val="00BE5C23"/>
    <w:rsid w:val="00BE6800"/>
    <w:rsid w:val="00BE6D90"/>
    <w:rsid w:val="00BE6DC2"/>
    <w:rsid w:val="00BF13AE"/>
    <w:rsid w:val="00BF1601"/>
    <w:rsid w:val="00BF2ECE"/>
    <w:rsid w:val="00BF42D8"/>
    <w:rsid w:val="00BF53D8"/>
    <w:rsid w:val="00BF7876"/>
    <w:rsid w:val="00C004DF"/>
    <w:rsid w:val="00C028E2"/>
    <w:rsid w:val="00C03AF9"/>
    <w:rsid w:val="00C03D75"/>
    <w:rsid w:val="00C0506C"/>
    <w:rsid w:val="00C06C46"/>
    <w:rsid w:val="00C07534"/>
    <w:rsid w:val="00C0762C"/>
    <w:rsid w:val="00C07BF2"/>
    <w:rsid w:val="00C07E3A"/>
    <w:rsid w:val="00C103D2"/>
    <w:rsid w:val="00C10680"/>
    <w:rsid w:val="00C10887"/>
    <w:rsid w:val="00C119FC"/>
    <w:rsid w:val="00C13491"/>
    <w:rsid w:val="00C16114"/>
    <w:rsid w:val="00C16357"/>
    <w:rsid w:val="00C207FA"/>
    <w:rsid w:val="00C20F8A"/>
    <w:rsid w:val="00C221D1"/>
    <w:rsid w:val="00C22284"/>
    <w:rsid w:val="00C23A17"/>
    <w:rsid w:val="00C24300"/>
    <w:rsid w:val="00C24585"/>
    <w:rsid w:val="00C25AA3"/>
    <w:rsid w:val="00C25FD5"/>
    <w:rsid w:val="00C264FC"/>
    <w:rsid w:val="00C26939"/>
    <w:rsid w:val="00C308B5"/>
    <w:rsid w:val="00C31044"/>
    <w:rsid w:val="00C32143"/>
    <w:rsid w:val="00C324D1"/>
    <w:rsid w:val="00C32749"/>
    <w:rsid w:val="00C32F59"/>
    <w:rsid w:val="00C339EF"/>
    <w:rsid w:val="00C34458"/>
    <w:rsid w:val="00C34F05"/>
    <w:rsid w:val="00C3674B"/>
    <w:rsid w:val="00C36F15"/>
    <w:rsid w:val="00C37EBC"/>
    <w:rsid w:val="00C40811"/>
    <w:rsid w:val="00C43194"/>
    <w:rsid w:val="00C434D6"/>
    <w:rsid w:val="00C44665"/>
    <w:rsid w:val="00C44A22"/>
    <w:rsid w:val="00C508D1"/>
    <w:rsid w:val="00C525A1"/>
    <w:rsid w:val="00C527D7"/>
    <w:rsid w:val="00C52FC2"/>
    <w:rsid w:val="00C5333F"/>
    <w:rsid w:val="00C53AB3"/>
    <w:rsid w:val="00C53F89"/>
    <w:rsid w:val="00C5425B"/>
    <w:rsid w:val="00C5658F"/>
    <w:rsid w:val="00C569CF"/>
    <w:rsid w:val="00C6057A"/>
    <w:rsid w:val="00C60C6F"/>
    <w:rsid w:val="00C623D7"/>
    <w:rsid w:val="00C62F7D"/>
    <w:rsid w:val="00C642B6"/>
    <w:rsid w:val="00C657E6"/>
    <w:rsid w:val="00C66181"/>
    <w:rsid w:val="00C6683C"/>
    <w:rsid w:val="00C66C68"/>
    <w:rsid w:val="00C6766F"/>
    <w:rsid w:val="00C702C9"/>
    <w:rsid w:val="00C7161C"/>
    <w:rsid w:val="00C740A9"/>
    <w:rsid w:val="00C74EB4"/>
    <w:rsid w:val="00C757D8"/>
    <w:rsid w:val="00C764EB"/>
    <w:rsid w:val="00C76E8A"/>
    <w:rsid w:val="00C778F2"/>
    <w:rsid w:val="00C806DF"/>
    <w:rsid w:val="00C811D7"/>
    <w:rsid w:val="00C81D4A"/>
    <w:rsid w:val="00C81E9D"/>
    <w:rsid w:val="00C81F17"/>
    <w:rsid w:val="00C82918"/>
    <w:rsid w:val="00C8429A"/>
    <w:rsid w:val="00C8597F"/>
    <w:rsid w:val="00C876C5"/>
    <w:rsid w:val="00C87E55"/>
    <w:rsid w:val="00C910B5"/>
    <w:rsid w:val="00C92163"/>
    <w:rsid w:val="00C9218D"/>
    <w:rsid w:val="00C9244F"/>
    <w:rsid w:val="00C95BFB"/>
    <w:rsid w:val="00C96200"/>
    <w:rsid w:val="00C96CE0"/>
    <w:rsid w:val="00CA23DA"/>
    <w:rsid w:val="00CA2A9A"/>
    <w:rsid w:val="00CA3B4E"/>
    <w:rsid w:val="00CA3BB4"/>
    <w:rsid w:val="00CA4B00"/>
    <w:rsid w:val="00CA646D"/>
    <w:rsid w:val="00CA711B"/>
    <w:rsid w:val="00CB0687"/>
    <w:rsid w:val="00CB0F05"/>
    <w:rsid w:val="00CB1EF4"/>
    <w:rsid w:val="00CB3A60"/>
    <w:rsid w:val="00CB5087"/>
    <w:rsid w:val="00CB693D"/>
    <w:rsid w:val="00CB6B98"/>
    <w:rsid w:val="00CB6D98"/>
    <w:rsid w:val="00CB7C40"/>
    <w:rsid w:val="00CB7D82"/>
    <w:rsid w:val="00CC37A7"/>
    <w:rsid w:val="00CC3E0D"/>
    <w:rsid w:val="00CC4694"/>
    <w:rsid w:val="00CC5135"/>
    <w:rsid w:val="00CC6944"/>
    <w:rsid w:val="00CC7B5D"/>
    <w:rsid w:val="00CD0F98"/>
    <w:rsid w:val="00CD1D63"/>
    <w:rsid w:val="00CD2BB0"/>
    <w:rsid w:val="00CD2E86"/>
    <w:rsid w:val="00CD35CF"/>
    <w:rsid w:val="00CD3FAE"/>
    <w:rsid w:val="00CD3FB6"/>
    <w:rsid w:val="00CD4EF2"/>
    <w:rsid w:val="00CD56DB"/>
    <w:rsid w:val="00CD7C46"/>
    <w:rsid w:val="00CE08C8"/>
    <w:rsid w:val="00CE0953"/>
    <w:rsid w:val="00CE0CA8"/>
    <w:rsid w:val="00CE1829"/>
    <w:rsid w:val="00CE2FFC"/>
    <w:rsid w:val="00CE440D"/>
    <w:rsid w:val="00CE5FA1"/>
    <w:rsid w:val="00CF16EC"/>
    <w:rsid w:val="00CF1C2A"/>
    <w:rsid w:val="00CF363E"/>
    <w:rsid w:val="00CF3B9E"/>
    <w:rsid w:val="00CF4324"/>
    <w:rsid w:val="00CF464D"/>
    <w:rsid w:val="00CF4E44"/>
    <w:rsid w:val="00CF5458"/>
    <w:rsid w:val="00CF734B"/>
    <w:rsid w:val="00D00BBD"/>
    <w:rsid w:val="00D00C36"/>
    <w:rsid w:val="00D00CCD"/>
    <w:rsid w:val="00D01939"/>
    <w:rsid w:val="00D02317"/>
    <w:rsid w:val="00D02B9C"/>
    <w:rsid w:val="00D0433E"/>
    <w:rsid w:val="00D04597"/>
    <w:rsid w:val="00D0461D"/>
    <w:rsid w:val="00D04C53"/>
    <w:rsid w:val="00D05B5E"/>
    <w:rsid w:val="00D06920"/>
    <w:rsid w:val="00D06A25"/>
    <w:rsid w:val="00D074A1"/>
    <w:rsid w:val="00D11D7A"/>
    <w:rsid w:val="00D144D1"/>
    <w:rsid w:val="00D14957"/>
    <w:rsid w:val="00D14E8F"/>
    <w:rsid w:val="00D160E8"/>
    <w:rsid w:val="00D163DB"/>
    <w:rsid w:val="00D16BF2"/>
    <w:rsid w:val="00D2034B"/>
    <w:rsid w:val="00D2057A"/>
    <w:rsid w:val="00D214CA"/>
    <w:rsid w:val="00D215A1"/>
    <w:rsid w:val="00D21E90"/>
    <w:rsid w:val="00D22298"/>
    <w:rsid w:val="00D234AF"/>
    <w:rsid w:val="00D2542D"/>
    <w:rsid w:val="00D260EB"/>
    <w:rsid w:val="00D2717C"/>
    <w:rsid w:val="00D2722E"/>
    <w:rsid w:val="00D338F1"/>
    <w:rsid w:val="00D342AE"/>
    <w:rsid w:val="00D34516"/>
    <w:rsid w:val="00D3508E"/>
    <w:rsid w:val="00D366E9"/>
    <w:rsid w:val="00D36D7F"/>
    <w:rsid w:val="00D40B82"/>
    <w:rsid w:val="00D40E7F"/>
    <w:rsid w:val="00D40F73"/>
    <w:rsid w:val="00D423B8"/>
    <w:rsid w:val="00D425DD"/>
    <w:rsid w:val="00D4320E"/>
    <w:rsid w:val="00D432AC"/>
    <w:rsid w:val="00D43433"/>
    <w:rsid w:val="00D44670"/>
    <w:rsid w:val="00D44E21"/>
    <w:rsid w:val="00D4705D"/>
    <w:rsid w:val="00D47D50"/>
    <w:rsid w:val="00D508C1"/>
    <w:rsid w:val="00D50903"/>
    <w:rsid w:val="00D51204"/>
    <w:rsid w:val="00D52329"/>
    <w:rsid w:val="00D52401"/>
    <w:rsid w:val="00D5248F"/>
    <w:rsid w:val="00D5316A"/>
    <w:rsid w:val="00D538BD"/>
    <w:rsid w:val="00D55052"/>
    <w:rsid w:val="00D553FB"/>
    <w:rsid w:val="00D55C25"/>
    <w:rsid w:val="00D56138"/>
    <w:rsid w:val="00D5776E"/>
    <w:rsid w:val="00D57A31"/>
    <w:rsid w:val="00D60F11"/>
    <w:rsid w:val="00D61B22"/>
    <w:rsid w:val="00D61D31"/>
    <w:rsid w:val="00D62FD0"/>
    <w:rsid w:val="00D63936"/>
    <w:rsid w:val="00D63BAB"/>
    <w:rsid w:val="00D643E9"/>
    <w:rsid w:val="00D6518E"/>
    <w:rsid w:val="00D65720"/>
    <w:rsid w:val="00D65BB5"/>
    <w:rsid w:val="00D65BF7"/>
    <w:rsid w:val="00D65FBA"/>
    <w:rsid w:val="00D66529"/>
    <w:rsid w:val="00D66547"/>
    <w:rsid w:val="00D70AAD"/>
    <w:rsid w:val="00D70B01"/>
    <w:rsid w:val="00D71353"/>
    <w:rsid w:val="00D717D0"/>
    <w:rsid w:val="00D7246C"/>
    <w:rsid w:val="00D7478C"/>
    <w:rsid w:val="00D7503D"/>
    <w:rsid w:val="00D756C2"/>
    <w:rsid w:val="00D76085"/>
    <w:rsid w:val="00D77573"/>
    <w:rsid w:val="00D80059"/>
    <w:rsid w:val="00D82C66"/>
    <w:rsid w:val="00D84AC7"/>
    <w:rsid w:val="00D84B4F"/>
    <w:rsid w:val="00D87B20"/>
    <w:rsid w:val="00D90C93"/>
    <w:rsid w:val="00D94525"/>
    <w:rsid w:val="00D9592D"/>
    <w:rsid w:val="00D95AD9"/>
    <w:rsid w:val="00D95BE5"/>
    <w:rsid w:val="00D96FDB"/>
    <w:rsid w:val="00DA0908"/>
    <w:rsid w:val="00DA09E0"/>
    <w:rsid w:val="00DA1731"/>
    <w:rsid w:val="00DA3269"/>
    <w:rsid w:val="00DA3295"/>
    <w:rsid w:val="00DA38A7"/>
    <w:rsid w:val="00DA4382"/>
    <w:rsid w:val="00DA5136"/>
    <w:rsid w:val="00DA5A62"/>
    <w:rsid w:val="00DA68D2"/>
    <w:rsid w:val="00DA70BB"/>
    <w:rsid w:val="00DB18CE"/>
    <w:rsid w:val="00DB2CD3"/>
    <w:rsid w:val="00DB58A3"/>
    <w:rsid w:val="00DB685B"/>
    <w:rsid w:val="00DB6F8F"/>
    <w:rsid w:val="00DB7778"/>
    <w:rsid w:val="00DC0C4A"/>
    <w:rsid w:val="00DC0E42"/>
    <w:rsid w:val="00DC0FB3"/>
    <w:rsid w:val="00DC1B27"/>
    <w:rsid w:val="00DC1F43"/>
    <w:rsid w:val="00DC304C"/>
    <w:rsid w:val="00DC4284"/>
    <w:rsid w:val="00DC68EB"/>
    <w:rsid w:val="00DC6DDD"/>
    <w:rsid w:val="00DC77CE"/>
    <w:rsid w:val="00DC7A9D"/>
    <w:rsid w:val="00DC7ABE"/>
    <w:rsid w:val="00DD008D"/>
    <w:rsid w:val="00DD181B"/>
    <w:rsid w:val="00DD1D31"/>
    <w:rsid w:val="00DD278B"/>
    <w:rsid w:val="00DD35BC"/>
    <w:rsid w:val="00DD46D2"/>
    <w:rsid w:val="00DD47A5"/>
    <w:rsid w:val="00DD5950"/>
    <w:rsid w:val="00DE00CE"/>
    <w:rsid w:val="00DE0550"/>
    <w:rsid w:val="00DE1A4B"/>
    <w:rsid w:val="00DE21E1"/>
    <w:rsid w:val="00DE369C"/>
    <w:rsid w:val="00DE3764"/>
    <w:rsid w:val="00DE4077"/>
    <w:rsid w:val="00DE6B10"/>
    <w:rsid w:val="00DE7C75"/>
    <w:rsid w:val="00DF2D48"/>
    <w:rsid w:val="00DF378F"/>
    <w:rsid w:val="00DF40DC"/>
    <w:rsid w:val="00DF52E5"/>
    <w:rsid w:val="00DF5FC6"/>
    <w:rsid w:val="00DF65DB"/>
    <w:rsid w:val="00E00F11"/>
    <w:rsid w:val="00E010B8"/>
    <w:rsid w:val="00E012A8"/>
    <w:rsid w:val="00E0190F"/>
    <w:rsid w:val="00E01B6C"/>
    <w:rsid w:val="00E0299E"/>
    <w:rsid w:val="00E031E3"/>
    <w:rsid w:val="00E05755"/>
    <w:rsid w:val="00E067FD"/>
    <w:rsid w:val="00E06AA1"/>
    <w:rsid w:val="00E06BF1"/>
    <w:rsid w:val="00E0717E"/>
    <w:rsid w:val="00E104E7"/>
    <w:rsid w:val="00E11135"/>
    <w:rsid w:val="00E12E27"/>
    <w:rsid w:val="00E130FC"/>
    <w:rsid w:val="00E14267"/>
    <w:rsid w:val="00E15D53"/>
    <w:rsid w:val="00E1606C"/>
    <w:rsid w:val="00E1678D"/>
    <w:rsid w:val="00E16AB3"/>
    <w:rsid w:val="00E234BD"/>
    <w:rsid w:val="00E23692"/>
    <w:rsid w:val="00E25B37"/>
    <w:rsid w:val="00E25BBE"/>
    <w:rsid w:val="00E268A9"/>
    <w:rsid w:val="00E2754A"/>
    <w:rsid w:val="00E3033B"/>
    <w:rsid w:val="00E30346"/>
    <w:rsid w:val="00E31F72"/>
    <w:rsid w:val="00E32BAE"/>
    <w:rsid w:val="00E33F54"/>
    <w:rsid w:val="00E35CB5"/>
    <w:rsid w:val="00E36951"/>
    <w:rsid w:val="00E375FA"/>
    <w:rsid w:val="00E4053F"/>
    <w:rsid w:val="00E41CF5"/>
    <w:rsid w:val="00E42F94"/>
    <w:rsid w:val="00E44C0C"/>
    <w:rsid w:val="00E4585F"/>
    <w:rsid w:val="00E45CC4"/>
    <w:rsid w:val="00E4678A"/>
    <w:rsid w:val="00E46894"/>
    <w:rsid w:val="00E46C3E"/>
    <w:rsid w:val="00E47595"/>
    <w:rsid w:val="00E475C9"/>
    <w:rsid w:val="00E50618"/>
    <w:rsid w:val="00E508EB"/>
    <w:rsid w:val="00E50BFE"/>
    <w:rsid w:val="00E5105D"/>
    <w:rsid w:val="00E52501"/>
    <w:rsid w:val="00E526D2"/>
    <w:rsid w:val="00E52DBD"/>
    <w:rsid w:val="00E53300"/>
    <w:rsid w:val="00E54C81"/>
    <w:rsid w:val="00E54FD3"/>
    <w:rsid w:val="00E5533E"/>
    <w:rsid w:val="00E6094B"/>
    <w:rsid w:val="00E62D9E"/>
    <w:rsid w:val="00E67FC2"/>
    <w:rsid w:val="00E70391"/>
    <w:rsid w:val="00E70CFA"/>
    <w:rsid w:val="00E71CB3"/>
    <w:rsid w:val="00E73632"/>
    <w:rsid w:val="00E73AE5"/>
    <w:rsid w:val="00E73E15"/>
    <w:rsid w:val="00E76FA3"/>
    <w:rsid w:val="00E7714C"/>
    <w:rsid w:val="00E77191"/>
    <w:rsid w:val="00E77C07"/>
    <w:rsid w:val="00E80035"/>
    <w:rsid w:val="00E80D37"/>
    <w:rsid w:val="00E81CE7"/>
    <w:rsid w:val="00E842F7"/>
    <w:rsid w:val="00E8549D"/>
    <w:rsid w:val="00E85983"/>
    <w:rsid w:val="00E878F0"/>
    <w:rsid w:val="00E91FB2"/>
    <w:rsid w:val="00E92025"/>
    <w:rsid w:val="00E92429"/>
    <w:rsid w:val="00E929A8"/>
    <w:rsid w:val="00E93053"/>
    <w:rsid w:val="00E94975"/>
    <w:rsid w:val="00E94C4C"/>
    <w:rsid w:val="00E96D40"/>
    <w:rsid w:val="00E97BD2"/>
    <w:rsid w:val="00E97DED"/>
    <w:rsid w:val="00EA2DFF"/>
    <w:rsid w:val="00EA32D7"/>
    <w:rsid w:val="00EA380A"/>
    <w:rsid w:val="00EA394B"/>
    <w:rsid w:val="00EA40DD"/>
    <w:rsid w:val="00EA5B0F"/>
    <w:rsid w:val="00EA6B94"/>
    <w:rsid w:val="00EA7772"/>
    <w:rsid w:val="00EA7BB9"/>
    <w:rsid w:val="00EA7CBA"/>
    <w:rsid w:val="00EB02D9"/>
    <w:rsid w:val="00EB0F54"/>
    <w:rsid w:val="00EB1F3F"/>
    <w:rsid w:val="00EB2472"/>
    <w:rsid w:val="00EB48EF"/>
    <w:rsid w:val="00EB6181"/>
    <w:rsid w:val="00EB6884"/>
    <w:rsid w:val="00EB6FE3"/>
    <w:rsid w:val="00EB773D"/>
    <w:rsid w:val="00EB7EAD"/>
    <w:rsid w:val="00EC1B99"/>
    <w:rsid w:val="00EC22C8"/>
    <w:rsid w:val="00EC25E0"/>
    <w:rsid w:val="00EC418F"/>
    <w:rsid w:val="00EC4B76"/>
    <w:rsid w:val="00EC4FC3"/>
    <w:rsid w:val="00EC5056"/>
    <w:rsid w:val="00EC5140"/>
    <w:rsid w:val="00EC6CFC"/>
    <w:rsid w:val="00EC7572"/>
    <w:rsid w:val="00ED11ED"/>
    <w:rsid w:val="00ED1201"/>
    <w:rsid w:val="00ED17A9"/>
    <w:rsid w:val="00ED291B"/>
    <w:rsid w:val="00ED3FD8"/>
    <w:rsid w:val="00ED4293"/>
    <w:rsid w:val="00ED4543"/>
    <w:rsid w:val="00ED49C8"/>
    <w:rsid w:val="00ED4A9C"/>
    <w:rsid w:val="00ED5174"/>
    <w:rsid w:val="00ED5807"/>
    <w:rsid w:val="00ED5987"/>
    <w:rsid w:val="00ED59C5"/>
    <w:rsid w:val="00ED7451"/>
    <w:rsid w:val="00ED7710"/>
    <w:rsid w:val="00ED7928"/>
    <w:rsid w:val="00EE002D"/>
    <w:rsid w:val="00EE1053"/>
    <w:rsid w:val="00EE1F10"/>
    <w:rsid w:val="00EE1FFA"/>
    <w:rsid w:val="00EE3EC5"/>
    <w:rsid w:val="00EE3F65"/>
    <w:rsid w:val="00EE51EE"/>
    <w:rsid w:val="00EE5995"/>
    <w:rsid w:val="00EE5C65"/>
    <w:rsid w:val="00EE637C"/>
    <w:rsid w:val="00EE64E4"/>
    <w:rsid w:val="00EE66D1"/>
    <w:rsid w:val="00EE6B65"/>
    <w:rsid w:val="00EE7009"/>
    <w:rsid w:val="00EF0156"/>
    <w:rsid w:val="00EF1CD0"/>
    <w:rsid w:val="00EF2AAE"/>
    <w:rsid w:val="00EF325C"/>
    <w:rsid w:val="00EF3276"/>
    <w:rsid w:val="00EF34C5"/>
    <w:rsid w:val="00EF3766"/>
    <w:rsid w:val="00EF4705"/>
    <w:rsid w:val="00EF4D6D"/>
    <w:rsid w:val="00EF5958"/>
    <w:rsid w:val="00EF5E61"/>
    <w:rsid w:val="00EF5FD0"/>
    <w:rsid w:val="00EF661D"/>
    <w:rsid w:val="00EF75E0"/>
    <w:rsid w:val="00EF7A95"/>
    <w:rsid w:val="00EF7F22"/>
    <w:rsid w:val="00F01D47"/>
    <w:rsid w:val="00F0248F"/>
    <w:rsid w:val="00F02997"/>
    <w:rsid w:val="00F03208"/>
    <w:rsid w:val="00F034C9"/>
    <w:rsid w:val="00F03686"/>
    <w:rsid w:val="00F05E07"/>
    <w:rsid w:val="00F06895"/>
    <w:rsid w:val="00F100A9"/>
    <w:rsid w:val="00F102F9"/>
    <w:rsid w:val="00F10C8A"/>
    <w:rsid w:val="00F11012"/>
    <w:rsid w:val="00F112B2"/>
    <w:rsid w:val="00F1167B"/>
    <w:rsid w:val="00F116AC"/>
    <w:rsid w:val="00F128A8"/>
    <w:rsid w:val="00F13503"/>
    <w:rsid w:val="00F14CCB"/>
    <w:rsid w:val="00F156C1"/>
    <w:rsid w:val="00F16351"/>
    <w:rsid w:val="00F16464"/>
    <w:rsid w:val="00F16FC4"/>
    <w:rsid w:val="00F1718B"/>
    <w:rsid w:val="00F1739A"/>
    <w:rsid w:val="00F208B6"/>
    <w:rsid w:val="00F21F25"/>
    <w:rsid w:val="00F22178"/>
    <w:rsid w:val="00F2247E"/>
    <w:rsid w:val="00F2377A"/>
    <w:rsid w:val="00F23826"/>
    <w:rsid w:val="00F249C0"/>
    <w:rsid w:val="00F252E6"/>
    <w:rsid w:val="00F25355"/>
    <w:rsid w:val="00F2565B"/>
    <w:rsid w:val="00F256A1"/>
    <w:rsid w:val="00F26E62"/>
    <w:rsid w:val="00F30331"/>
    <w:rsid w:val="00F32BAA"/>
    <w:rsid w:val="00F33A39"/>
    <w:rsid w:val="00F33C65"/>
    <w:rsid w:val="00F347F5"/>
    <w:rsid w:val="00F347F8"/>
    <w:rsid w:val="00F36938"/>
    <w:rsid w:val="00F40AB5"/>
    <w:rsid w:val="00F43612"/>
    <w:rsid w:val="00F445EE"/>
    <w:rsid w:val="00F446CE"/>
    <w:rsid w:val="00F44A7F"/>
    <w:rsid w:val="00F44CBC"/>
    <w:rsid w:val="00F450AD"/>
    <w:rsid w:val="00F458E2"/>
    <w:rsid w:val="00F475BE"/>
    <w:rsid w:val="00F47A94"/>
    <w:rsid w:val="00F47C39"/>
    <w:rsid w:val="00F517DE"/>
    <w:rsid w:val="00F524DC"/>
    <w:rsid w:val="00F52BB4"/>
    <w:rsid w:val="00F535D6"/>
    <w:rsid w:val="00F53C50"/>
    <w:rsid w:val="00F5406B"/>
    <w:rsid w:val="00F546FC"/>
    <w:rsid w:val="00F55E0C"/>
    <w:rsid w:val="00F56BD5"/>
    <w:rsid w:val="00F56F26"/>
    <w:rsid w:val="00F57FDF"/>
    <w:rsid w:val="00F6009E"/>
    <w:rsid w:val="00F60919"/>
    <w:rsid w:val="00F60EDA"/>
    <w:rsid w:val="00F61F7D"/>
    <w:rsid w:val="00F62B8E"/>
    <w:rsid w:val="00F639C7"/>
    <w:rsid w:val="00F64374"/>
    <w:rsid w:val="00F653A0"/>
    <w:rsid w:val="00F65C87"/>
    <w:rsid w:val="00F65E37"/>
    <w:rsid w:val="00F663D8"/>
    <w:rsid w:val="00F6666B"/>
    <w:rsid w:val="00F66714"/>
    <w:rsid w:val="00F67092"/>
    <w:rsid w:val="00F70BFA"/>
    <w:rsid w:val="00F70D0B"/>
    <w:rsid w:val="00F70D22"/>
    <w:rsid w:val="00F71BEC"/>
    <w:rsid w:val="00F72493"/>
    <w:rsid w:val="00F72595"/>
    <w:rsid w:val="00F729A2"/>
    <w:rsid w:val="00F74179"/>
    <w:rsid w:val="00F7453E"/>
    <w:rsid w:val="00F75A09"/>
    <w:rsid w:val="00F75B4C"/>
    <w:rsid w:val="00F770C1"/>
    <w:rsid w:val="00F80085"/>
    <w:rsid w:val="00F80B01"/>
    <w:rsid w:val="00F821B0"/>
    <w:rsid w:val="00F82752"/>
    <w:rsid w:val="00F8458A"/>
    <w:rsid w:val="00F848A4"/>
    <w:rsid w:val="00F848C0"/>
    <w:rsid w:val="00F8645D"/>
    <w:rsid w:val="00F90514"/>
    <w:rsid w:val="00F90BA1"/>
    <w:rsid w:val="00F90F71"/>
    <w:rsid w:val="00F91601"/>
    <w:rsid w:val="00F924A7"/>
    <w:rsid w:val="00F9397B"/>
    <w:rsid w:val="00F9455B"/>
    <w:rsid w:val="00F9475F"/>
    <w:rsid w:val="00F95175"/>
    <w:rsid w:val="00F9736E"/>
    <w:rsid w:val="00F97CE4"/>
    <w:rsid w:val="00F97EAB"/>
    <w:rsid w:val="00FA0875"/>
    <w:rsid w:val="00FA0DDE"/>
    <w:rsid w:val="00FA25FF"/>
    <w:rsid w:val="00FA2D39"/>
    <w:rsid w:val="00FA3C0D"/>
    <w:rsid w:val="00FA4642"/>
    <w:rsid w:val="00FA70DE"/>
    <w:rsid w:val="00FB0035"/>
    <w:rsid w:val="00FB1B60"/>
    <w:rsid w:val="00FB31B6"/>
    <w:rsid w:val="00FB3A5A"/>
    <w:rsid w:val="00FB4A3F"/>
    <w:rsid w:val="00FC1A43"/>
    <w:rsid w:val="00FC22E1"/>
    <w:rsid w:val="00FC232C"/>
    <w:rsid w:val="00FC27B6"/>
    <w:rsid w:val="00FC3C9F"/>
    <w:rsid w:val="00FC4888"/>
    <w:rsid w:val="00FC50F9"/>
    <w:rsid w:val="00FC79B9"/>
    <w:rsid w:val="00FD014C"/>
    <w:rsid w:val="00FD180B"/>
    <w:rsid w:val="00FD1988"/>
    <w:rsid w:val="00FD1FE9"/>
    <w:rsid w:val="00FD3057"/>
    <w:rsid w:val="00FD33D7"/>
    <w:rsid w:val="00FD36AA"/>
    <w:rsid w:val="00FD3919"/>
    <w:rsid w:val="00FD46D5"/>
    <w:rsid w:val="00FD4C13"/>
    <w:rsid w:val="00FD4D01"/>
    <w:rsid w:val="00FD62DB"/>
    <w:rsid w:val="00FD673C"/>
    <w:rsid w:val="00FD7071"/>
    <w:rsid w:val="00FD7D20"/>
    <w:rsid w:val="00FE146D"/>
    <w:rsid w:val="00FE219F"/>
    <w:rsid w:val="00FE3A51"/>
    <w:rsid w:val="00FE3B09"/>
    <w:rsid w:val="00FE5710"/>
    <w:rsid w:val="00FF02D0"/>
    <w:rsid w:val="00FF2221"/>
    <w:rsid w:val="00FF2EAF"/>
    <w:rsid w:val="00FF4656"/>
    <w:rsid w:val="00FF476A"/>
    <w:rsid w:val="00FF5386"/>
    <w:rsid w:val="00FF585C"/>
    <w:rsid w:val="00FF636D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085F67"/>
  <w15:docId w15:val="{1A8161F4-6BD8-474A-8728-A690BF222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Calibri" w:hAnsi="Georg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E72"/>
    <w:pPr>
      <w:spacing w:after="286" w:line="312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E21E0"/>
    <w:pPr>
      <w:keepNext/>
      <w:keepLines/>
      <w:suppressAutoHyphens/>
      <w:spacing w:before="480" w:line="240" w:lineRule="auto"/>
      <w:outlineLvl w:val="0"/>
    </w:pPr>
    <w:rPr>
      <w:rFonts w:ascii="NewsGot" w:eastAsia="Times New Roman" w:hAnsi="NewsGot"/>
      <w:bCs/>
      <w:caps/>
      <w:sz w:val="4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97BD2"/>
    <w:pPr>
      <w:keepNext/>
      <w:keepLines/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365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06F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87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7D54"/>
  </w:style>
  <w:style w:type="paragraph" w:styleId="Zpat">
    <w:name w:val="footer"/>
    <w:basedOn w:val="Normln"/>
    <w:link w:val="ZpatChar"/>
    <w:uiPriority w:val="99"/>
    <w:unhideWhenUsed/>
    <w:rsid w:val="00587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7D54"/>
  </w:style>
  <w:style w:type="paragraph" w:styleId="Textbubliny">
    <w:name w:val="Balloon Text"/>
    <w:basedOn w:val="Normln"/>
    <w:link w:val="TextbublinyChar"/>
    <w:uiPriority w:val="99"/>
    <w:semiHidden/>
    <w:unhideWhenUsed/>
    <w:rsid w:val="00587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87D54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2E21E0"/>
    <w:rPr>
      <w:rFonts w:ascii="NewsGot" w:eastAsia="Times New Roman" w:hAnsi="NewsGot" w:cs="Times New Roman"/>
      <w:bCs/>
      <w:caps/>
      <w:sz w:val="44"/>
      <w:szCs w:val="28"/>
    </w:rPr>
  </w:style>
  <w:style w:type="character" w:customStyle="1" w:styleId="Nadpis2Char">
    <w:name w:val="Nadpis 2 Char"/>
    <w:link w:val="Nadpis2"/>
    <w:uiPriority w:val="9"/>
    <w:rsid w:val="00E97BD2"/>
    <w:rPr>
      <w:rFonts w:eastAsia="Times New Roman" w:cs="Times New Roman"/>
      <w:b/>
      <w:bCs/>
      <w:sz w:val="26"/>
      <w:szCs w:val="26"/>
    </w:rPr>
  </w:style>
  <w:style w:type="character" w:styleId="Zdraznnintenzivn">
    <w:name w:val="Intense Emphasis"/>
    <w:uiPriority w:val="21"/>
    <w:qFormat/>
    <w:rsid w:val="00E97BD2"/>
    <w:rPr>
      <w:b/>
      <w:bCs/>
      <w:i/>
      <w:iCs/>
      <w:color w:val="auto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7BD2"/>
    <w:pPr>
      <w:numPr>
        <w:ilvl w:val="1"/>
      </w:numPr>
    </w:pPr>
    <w:rPr>
      <w:rFonts w:eastAsia="Times New Roman"/>
      <w:i/>
      <w:iCs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11"/>
    <w:rsid w:val="00E97BD2"/>
    <w:rPr>
      <w:rFonts w:eastAsia="Times New Roman" w:cs="Times New Roman"/>
      <w:i/>
      <w:iCs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E97BD2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E97BD2"/>
    <w:rPr>
      <w:rFonts w:eastAsia="Times New Roman" w:cs="Times New Roman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176585"/>
    <w:pPr>
      <w:spacing w:line="312" w:lineRule="auto"/>
    </w:pPr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534DAC"/>
    <w:rPr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3F5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5C6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F5C62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5C6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F5C62"/>
    <w:rPr>
      <w:b/>
      <w:bCs/>
      <w:lang w:eastAsia="en-US"/>
    </w:rPr>
  </w:style>
  <w:style w:type="character" w:customStyle="1" w:styleId="hascaption">
    <w:name w:val="hascaption"/>
    <w:rsid w:val="00375017"/>
  </w:style>
  <w:style w:type="paragraph" w:styleId="Odstavecseseznamem">
    <w:name w:val="List Paragraph"/>
    <w:basedOn w:val="Normln"/>
    <w:uiPriority w:val="34"/>
    <w:qFormat/>
    <w:rsid w:val="00D52329"/>
    <w:pPr>
      <w:spacing w:after="0" w:line="240" w:lineRule="auto"/>
      <w:ind w:left="720"/>
    </w:pPr>
    <w:rPr>
      <w:rFonts w:ascii="Calibri" w:hAnsi="Calibri"/>
    </w:rPr>
  </w:style>
  <w:style w:type="character" w:customStyle="1" w:styleId="Nadpis3Char">
    <w:name w:val="Nadpis 3 Char"/>
    <w:link w:val="Nadpis3"/>
    <w:uiPriority w:val="9"/>
    <w:semiHidden/>
    <w:rsid w:val="005B365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Normlnweb">
    <w:name w:val="Normal (Web)"/>
    <w:basedOn w:val="Normln"/>
    <w:uiPriority w:val="99"/>
    <w:unhideWhenUsed/>
    <w:rsid w:val="00FA46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4642"/>
    <w:rPr>
      <w:b/>
      <w:bCs/>
    </w:rPr>
  </w:style>
  <w:style w:type="character" w:customStyle="1" w:styleId="apple-converted-space">
    <w:name w:val="apple-converted-space"/>
    <w:rsid w:val="00FA4642"/>
  </w:style>
  <w:style w:type="character" w:styleId="Zdraznn">
    <w:name w:val="Emphasis"/>
    <w:uiPriority w:val="20"/>
    <w:qFormat/>
    <w:rsid w:val="0053591A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9C7CC3"/>
    <w:rPr>
      <w:color w:val="954F72" w:themeColor="followedHyperlink"/>
      <w:u w:val="single"/>
    </w:rPr>
  </w:style>
  <w:style w:type="paragraph" w:customStyle="1" w:styleId="p1">
    <w:name w:val="p1"/>
    <w:basedOn w:val="Normln"/>
    <w:rsid w:val="00144C91"/>
    <w:pPr>
      <w:spacing w:after="0" w:line="240" w:lineRule="auto"/>
    </w:pPr>
    <w:rPr>
      <w:rFonts w:ascii=".AppleSystemUIFont" w:eastAsiaTheme="minorEastAsia" w:hAnsi=".AppleSystemUIFont"/>
      <w:sz w:val="38"/>
      <w:szCs w:val="38"/>
      <w:lang w:eastAsia="cs-CZ"/>
    </w:rPr>
  </w:style>
  <w:style w:type="character" w:customStyle="1" w:styleId="s1">
    <w:name w:val="s1"/>
    <w:basedOn w:val="Standardnpsmoodstavce"/>
    <w:rsid w:val="00144C91"/>
    <w:rPr>
      <w:rFonts w:ascii=".SFUI-Regular" w:hAnsi=".SFUI-Regular" w:hint="default"/>
      <w:b w:val="0"/>
      <w:bCs w:val="0"/>
      <w:i w:val="0"/>
      <w:iCs w:val="0"/>
      <w:sz w:val="38"/>
      <w:szCs w:val="3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06F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BD5CCB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9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6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7909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0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43307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74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7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55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48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1918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297105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515983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7161078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2390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9EAED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1292204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314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0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662012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6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089501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4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614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40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571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368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966352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342550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133360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300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9EAED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757556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709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6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8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85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5919">
          <w:marLeft w:val="2715"/>
          <w:marRight w:val="27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1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7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97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9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8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066">
          <w:marLeft w:val="0"/>
          <w:marRight w:val="0"/>
          <w:marTop w:val="0"/>
          <w:marBottom w:val="150"/>
          <w:divBdr>
            <w:top w:val="single" w:sz="2" w:space="0" w:color="D3D3D3"/>
            <w:left w:val="single" w:sz="2" w:space="0" w:color="D3D3D3"/>
            <w:bottom w:val="single" w:sz="2" w:space="8" w:color="D3D3D3"/>
            <w:right w:val="single" w:sz="2" w:space="0" w:color="D3D3D3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6.emf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ejechova\Desktop\Hlavi&#269;kov&#253;%20formul&#225;&#345;%20Zoo%20Praha%20201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018FF-1163-46FC-813B-B451AF9E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formulář Zoo Praha 2014</Template>
  <TotalTime>105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dopis (Zoo Praha)</vt:lpstr>
    </vt:vector>
  </TitlesOfParts>
  <Company>Hewlett-Packard Company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dopis (Zoo Praha)</dc:title>
  <dc:subject>šablona (CZ)</dc:subject>
  <dc:creator>Zoo Praha</dc:creator>
  <cp:keywords>hlavičkový dopis, letterhead</cp:keywords>
  <cp:lastModifiedBy>Petáková Helena</cp:lastModifiedBy>
  <cp:revision>6</cp:revision>
  <cp:lastPrinted>2024-12-17T11:38:00Z</cp:lastPrinted>
  <dcterms:created xsi:type="dcterms:W3CDTF">2024-12-20T20:18:00Z</dcterms:created>
  <dcterms:modified xsi:type="dcterms:W3CDTF">2024-12-31T14:28:00Z</dcterms:modified>
</cp:coreProperties>
</file>